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13F" w:rsidRPr="00F007AD" w:rsidRDefault="0049113F" w:rsidP="00516507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F007AD">
        <w:rPr>
          <w:rFonts w:ascii="Arial" w:hAnsi="Arial" w:cs="Arial"/>
          <w:b/>
          <w:i/>
          <w:sz w:val="28"/>
          <w:szCs w:val="28"/>
        </w:rPr>
        <w:t>Торжественная встреча</w:t>
      </w:r>
    </w:p>
    <w:p w:rsidR="0049113F" w:rsidRPr="00F007AD" w:rsidRDefault="0049113F" w:rsidP="00516507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F007AD">
        <w:rPr>
          <w:rFonts w:ascii="Arial" w:hAnsi="Arial" w:cs="Arial"/>
          <w:b/>
          <w:i/>
          <w:sz w:val="28"/>
          <w:szCs w:val="28"/>
        </w:rPr>
        <w:t>с медицинскими работниками</w:t>
      </w:r>
    </w:p>
    <w:p w:rsidR="0049113F" w:rsidRPr="004C3F6E" w:rsidRDefault="0049113F" w:rsidP="004C3F6E">
      <w:pPr>
        <w:jc w:val="right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19  июня 2015 </w:t>
      </w:r>
      <w:r w:rsidRPr="00F007AD">
        <w:rPr>
          <w:rFonts w:ascii="Arial" w:hAnsi="Arial" w:cs="Arial"/>
          <w:b/>
          <w:i/>
          <w:sz w:val="28"/>
          <w:szCs w:val="28"/>
        </w:rPr>
        <w:t>года.</w:t>
      </w:r>
    </w:p>
    <w:p w:rsidR="0049113F" w:rsidRDefault="0049113F" w:rsidP="00515850">
      <w:pPr>
        <w:tabs>
          <w:tab w:val="left" w:pos="7320"/>
        </w:tabs>
        <w:rPr>
          <w:b/>
          <w:sz w:val="28"/>
          <w:szCs w:val="28"/>
        </w:rPr>
      </w:pPr>
    </w:p>
    <w:p w:rsidR="0049113F" w:rsidRDefault="0049113F" w:rsidP="00515850">
      <w:pPr>
        <w:tabs>
          <w:tab w:val="left" w:pos="73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14-00</w:t>
      </w:r>
    </w:p>
    <w:p w:rsidR="0049113F" w:rsidRPr="00E2723A" w:rsidRDefault="0049113F" w:rsidP="00A83CB9">
      <w:pPr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</w:t>
      </w:r>
      <w:r w:rsidRPr="00E2723A">
        <w:rPr>
          <w:b/>
          <w:i/>
          <w:sz w:val="28"/>
          <w:szCs w:val="28"/>
        </w:rPr>
        <w:t>Празднично оформлена сцена.</w:t>
      </w:r>
    </w:p>
    <w:p w:rsidR="0049113F" w:rsidRDefault="0049113F" w:rsidP="00A83CB9">
      <w:pPr>
        <w:jc w:val="both"/>
        <w:rPr>
          <w:b/>
          <w:i/>
          <w:sz w:val="28"/>
          <w:szCs w:val="28"/>
        </w:rPr>
      </w:pPr>
      <w:r w:rsidRPr="00E2723A">
        <w:rPr>
          <w:b/>
          <w:i/>
          <w:sz w:val="28"/>
          <w:szCs w:val="28"/>
        </w:rPr>
        <w:t xml:space="preserve">            Звучит фонограмма песни. «Гимн медицинским работникам»</w:t>
      </w:r>
    </w:p>
    <w:p w:rsidR="0049113F" w:rsidRDefault="0049113F" w:rsidP="00A83CB9">
      <w:pPr>
        <w:jc w:val="both"/>
        <w:rPr>
          <w:i/>
          <w:sz w:val="28"/>
          <w:szCs w:val="28"/>
        </w:rPr>
      </w:pP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>Вед 1:  День медицинского работника – один из самых значимых и почитаемых профессиональных праздников в нашей стране. Невозможно представить цевилизованый мир без специалистов в белых халатах. И было бы совершенно несправедливо отрицать титанический труд фельдшеров, работников среднего и младшего медицинского персонала, которые ежедневно борются за здоровье и жизнь больных людей.</w:t>
      </w:r>
    </w:p>
    <w:p w:rsidR="0049113F" w:rsidRDefault="0049113F" w:rsidP="00A83CB9">
      <w:pPr>
        <w:jc w:val="both"/>
        <w:rPr>
          <w:sz w:val="28"/>
          <w:szCs w:val="28"/>
        </w:rPr>
      </w:pP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>Вед 2: Праздник в воздухе витает!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Медицина отмечает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День законом данный ей.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Средь сослуживцев и друзей.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Мы желаем медицине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Сделать новую вакцину,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Чтоб здоровье без труда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Было с нами навсегда.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 сегодня, господа,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Собрались мы все сюда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 Днем Вас медика поздравить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 дела ваши прославить!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 праздником Вас!</w:t>
      </w:r>
    </w:p>
    <w:p w:rsidR="0049113F" w:rsidRDefault="0049113F" w:rsidP="00A83CB9">
      <w:pPr>
        <w:jc w:val="both"/>
        <w:rPr>
          <w:sz w:val="28"/>
          <w:szCs w:val="28"/>
        </w:rPr>
      </w:pPr>
    </w:p>
    <w:p w:rsidR="0049113F" w:rsidRPr="00527537" w:rsidRDefault="0049113F" w:rsidP="00E2723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Вед.1</w:t>
      </w:r>
      <w:r w:rsidRPr="00527537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527537">
        <w:rPr>
          <w:sz w:val="28"/>
          <w:szCs w:val="28"/>
        </w:rPr>
        <w:t xml:space="preserve">Уважаемые работники </w:t>
      </w:r>
      <w:r>
        <w:rPr>
          <w:sz w:val="28"/>
          <w:szCs w:val="28"/>
        </w:rPr>
        <w:t>здравоохранения!</w:t>
      </w:r>
    </w:p>
    <w:p w:rsidR="0049113F" w:rsidRPr="00527537" w:rsidRDefault="0049113F" w:rsidP="00E2723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527537">
        <w:rPr>
          <w:sz w:val="28"/>
          <w:szCs w:val="28"/>
        </w:rPr>
        <w:t xml:space="preserve">Мы от всей души поздравляем   вас </w:t>
      </w:r>
    </w:p>
    <w:p w:rsidR="0049113F" w:rsidRPr="00527537" w:rsidRDefault="0049113F" w:rsidP="00E2723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527537">
        <w:rPr>
          <w:sz w:val="28"/>
          <w:szCs w:val="28"/>
        </w:rPr>
        <w:t>С  профессиональным  праздником,</w:t>
      </w:r>
    </w:p>
    <w:p w:rsidR="0049113F" w:rsidRPr="00527537" w:rsidRDefault="0049113F" w:rsidP="00E2723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527537">
        <w:rPr>
          <w:sz w:val="28"/>
          <w:szCs w:val="28"/>
        </w:rPr>
        <w:t>И говорим вам сегодня огромное</w:t>
      </w:r>
    </w:p>
    <w:p w:rsidR="0049113F" w:rsidRDefault="0049113F" w:rsidP="00E2723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Ч</w:t>
      </w:r>
      <w:r w:rsidRPr="00527537">
        <w:rPr>
          <w:sz w:val="28"/>
          <w:szCs w:val="28"/>
        </w:rPr>
        <w:t>еловеческое спасибо за ваш труд.</w:t>
      </w:r>
    </w:p>
    <w:p w:rsidR="0049113F" w:rsidRDefault="0049113F" w:rsidP="00E2723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С ПРАЗДНИКОМ  ВАС</w:t>
      </w:r>
      <w:r w:rsidRPr="004026AF">
        <w:rPr>
          <w:b/>
          <w:sz w:val="28"/>
          <w:szCs w:val="28"/>
        </w:rPr>
        <w:t>!</w:t>
      </w:r>
    </w:p>
    <w:p w:rsidR="0049113F" w:rsidRDefault="0049113F" w:rsidP="00A83C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 Днем медицинского работника!</w:t>
      </w:r>
    </w:p>
    <w:p w:rsidR="0049113F" w:rsidRPr="004026AF" w:rsidRDefault="0049113F" w:rsidP="00DE6AEA">
      <w:pPr>
        <w:jc w:val="both"/>
        <w:rPr>
          <w:sz w:val="12"/>
          <w:szCs w:val="12"/>
        </w:rPr>
      </w:pPr>
    </w:p>
    <w:p w:rsidR="0049113F" w:rsidRDefault="0049113F" w:rsidP="00DE6AE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Вед.2:</w:t>
      </w:r>
      <w:r w:rsidRPr="00516507">
        <w:rPr>
          <w:sz w:val="28"/>
          <w:szCs w:val="28"/>
        </w:rPr>
        <w:t xml:space="preserve">Торжественное мероприятие, посвященное Дню медицинского </w:t>
      </w:r>
      <w:r>
        <w:rPr>
          <w:sz w:val="28"/>
          <w:szCs w:val="28"/>
        </w:rPr>
        <w:t xml:space="preserve">              </w:t>
      </w:r>
      <w:r w:rsidRPr="00516507">
        <w:rPr>
          <w:sz w:val="28"/>
          <w:szCs w:val="28"/>
        </w:rPr>
        <w:t>работника, объявляется открытым.</w:t>
      </w:r>
    </w:p>
    <w:p w:rsidR="0049113F" w:rsidRPr="00516507" w:rsidRDefault="0049113F" w:rsidP="00DE6AEA">
      <w:pPr>
        <w:jc w:val="both"/>
        <w:rPr>
          <w:sz w:val="28"/>
          <w:szCs w:val="28"/>
        </w:rPr>
      </w:pPr>
    </w:p>
    <w:p w:rsidR="0049113F" w:rsidRDefault="0049113F" w:rsidP="00E2723A">
      <w:pPr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Pr="00527537">
        <w:rPr>
          <w:i/>
          <w:sz w:val="28"/>
          <w:szCs w:val="28"/>
        </w:rPr>
        <w:t>(Звучит гимн России)</w:t>
      </w:r>
    </w:p>
    <w:p w:rsidR="0049113F" w:rsidRDefault="0049113F" w:rsidP="00F007AD">
      <w:pPr>
        <w:rPr>
          <w:b/>
          <w:sz w:val="28"/>
          <w:szCs w:val="28"/>
        </w:rPr>
      </w:pPr>
    </w:p>
    <w:p w:rsidR="0049113F" w:rsidRDefault="0049113F" w:rsidP="00516507">
      <w:pPr>
        <w:rPr>
          <w:b/>
          <w:sz w:val="28"/>
          <w:szCs w:val="28"/>
        </w:rPr>
      </w:pPr>
      <w:r w:rsidRPr="004026AF">
        <w:rPr>
          <w:b/>
          <w:sz w:val="28"/>
          <w:szCs w:val="28"/>
        </w:rPr>
        <w:t xml:space="preserve">Вед. </w:t>
      </w:r>
      <w:r>
        <w:rPr>
          <w:b/>
          <w:sz w:val="28"/>
          <w:szCs w:val="28"/>
        </w:rPr>
        <w:t xml:space="preserve">1: </w:t>
      </w:r>
      <w:r w:rsidRPr="007110FE">
        <w:rPr>
          <w:b/>
          <w:sz w:val="28"/>
          <w:szCs w:val="28"/>
        </w:rPr>
        <w:t>Слово</w:t>
      </w:r>
      <w:r>
        <w:rPr>
          <w:b/>
          <w:sz w:val="28"/>
          <w:szCs w:val="28"/>
        </w:rPr>
        <w:t xml:space="preserve"> для поздравления </w:t>
      </w:r>
      <w:r w:rsidRPr="007110FE">
        <w:rPr>
          <w:b/>
          <w:sz w:val="28"/>
          <w:szCs w:val="28"/>
        </w:rPr>
        <w:t xml:space="preserve">предоставляется </w:t>
      </w:r>
      <w:r>
        <w:rPr>
          <w:b/>
          <w:sz w:val="28"/>
          <w:szCs w:val="28"/>
        </w:rPr>
        <w:t xml:space="preserve"> исполняющему обязанности главы  администрации Мглинского района Олегу Васильевичу Милица</w:t>
      </w:r>
    </w:p>
    <w:p w:rsidR="0049113F" w:rsidRDefault="0049113F" w:rsidP="00516507">
      <w:pPr>
        <w:rPr>
          <w:b/>
          <w:sz w:val="28"/>
          <w:szCs w:val="28"/>
        </w:rPr>
      </w:pPr>
    </w:p>
    <w:p w:rsidR="0049113F" w:rsidRDefault="0049113F" w:rsidP="005165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Вед. 2: Слово предоставляется Чушенкову Александру Алексеевичу –    главному врачу Центральной районной больницы.</w:t>
      </w:r>
    </w:p>
    <w:p w:rsidR="0049113F" w:rsidRPr="004026AF" w:rsidRDefault="0049113F" w:rsidP="00516507">
      <w:pPr>
        <w:rPr>
          <w:b/>
          <w:sz w:val="28"/>
          <w:szCs w:val="28"/>
        </w:rPr>
      </w:pPr>
      <w:r w:rsidRPr="004026AF">
        <w:rPr>
          <w:b/>
          <w:sz w:val="28"/>
          <w:szCs w:val="28"/>
        </w:rPr>
        <w:tab/>
      </w:r>
    </w:p>
    <w:p w:rsidR="0049113F" w:rsidRDefault="0049113F" w:rsidP="00DB51B2">
      <w:pPr>
        <w:jc w:val="both"/>
        <w:rPr>
          <w:sz w:val="28"/>
          <w:szCs w:val="28"/>
        </w:rPr>
      </w:pPr>
      <w:r w:rsidRPr="00866B5D">
        <w:rPr>
          <w:b/>
          <w:sz w:val="28"/>
          <w:szCs w:val="28"/>
        </w:rPr>
        <w:t>Вед 1:</w:t>
      </w:r>
      <w:r>
        <w:rPr>
          <w:sz w:val="28"/>
          <w:szCs w:val="28"/>
        </w:rPr>
        <w:t xml:space="preserve"> В почете были и будут всегда,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Все медики наши и доктора.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Лечат нас каждый день, каждый час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И жизни спасали многим из нас.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Профессия медика очень важна,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Профессия медика очень сложна.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Но все же, стоят на страже здоровья они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Наши медики ,медсестры,  врачи.</w:t>
      </w:r>
    </w:p>
    <w:p w:rsidR="0049113F" w:rsidRPr="00866B5D" w:rsidRDefault="0049113F" w:rsidP="00DB51B2">
      <w:pPr>
        <w:jc w:val="both"/>
        <w:rPr>
          <w:b/>
          <w:sz w:val="28"/>
          <w:szCs w:val="28"/>
        </w:rPr>
      </w:pPr>
    </w:p>
    <w:p w:rsidR="0049113F" w:rsidRDefault="0049113F" w:rsidP="00DB51B2">
      <w:pPr>
        <w:jc w:val="both"/>
        <w:rPr>
          <w:sz w:val="28"/>
          <w:szCs w:val="28"/>
        </w:rPr>
      </w:pPr>
      <w:r w:rsidRPr="00866B5D">
        <w:rPr>
          <w:b/>
          <w:sz w:val="28"/>
          <w:szCs w:val="28"/>
        </w:rPr>
        <w:t>Вед 2:</w:t>
      </w:r>
      <w:r>
        <w:rPr>
          <w:sz w:val="28"/>
          <w:szCs w:val="28"/>
        </w:rPr>
        <w:t xml:space="preserve"> С поклоном говорим за все «Спасибо»!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Врачи и сестры, милые друзья!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Как много жизней на земле спасли Вы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Вернули душу в радость бытия!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За труд ваш непростой своей любовью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Благодарим, желаем благ и сил,</w:t>
      </w:r>
    </w:p>
    <w:p w:rsidR="0049113F" w:rsidRDefault="0049113F" w:rsidP="00DB5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Пошли вам Бог достатка и здоровья</w:t>
      </w:r>
    </w:p>
    <w:p w:rsidR="0049113F" w:rsidRPr="00516507" w:rsidRDefault="0049113F" w:rsidP="00DB51B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Чтоб каждый был в чести и долго жил!</w:t>
      </w:r>
    </w:p>
    <w:p w:rsidR="0049113F" w:rsidRPr="004026AF" w:rsidRDefault="0049113F" w:rsidP="00516507">
      <w:pPr>
        <w:jc w:val="center"/>
        <w:rPr>
          <w:b/>
          <w:sz w:val="28"/>
          <w:szCs w:val="28"/>
        </w:rPr>
      </w:pPr>
    </w:p>
    <w:p w:rsidR="0049113F" w:rsidRPr="00866B5D" w:rsidRDefault="0049113F" w:rsidP="00E526A8">
      <w:pPr>
        <w:jc w:val="both"/>
        <w:rPr>
          <w:b/>
          <w:sz w:val="30"/>
          <w:szCs w:val="30"/>
        </w:rPr>
      </w:pPr>
      <w:r w:rsidRPr="00866B5D">
        <w:rPr>
          <w:b/>
          <w:sz w:val="30"/>
          <w:szCs w:val="30"/>
        </w:rPr>
        <w:t>Вед.1: Для вручения Почетных грамот и ценных подарков на сцену приглашаются Олег Васильевич Милица – исполняющий обязанности главы администрации Мглинского района, Наталья Васильевна Воликова  - глава района, председатель районного Совета народных  депутатов.</w:t>
      </w:r>
    </w:p>
    <w:p w:rsidR="0049113F" w:rsidRPr="00866B5D" w:rsidRDefault="0049113F" w:rsidP="00714530">
      <w:pPr>
        <w:pStyle w:val="a"/>
        <w:spacing w:line="278" w:lineRule="exact"/>
        <w:ind w:left="-284" w:right="892"/>
        <w:jc w:val="both"/>
        <w:rPr>
          <w:color w:val="202020"/>
          <w:sz w:val="30"/>
          <w:szCs w:val="30"/>
          <w:lang w:bidi="he-IL"/>
        </w:rPr>
      </w:pPr>
    </w:p>
    <w:p w:rsidR="0049113F" w:rsidRPr="00866B5D" w:rsidRDefault="0049113F" w:rsidP="00E85783">
      <w:pPr>
        <w:tabs>
          <w:tab w:val="left" w:pos="6560"/>
        </w:tabs>
        <w:jc w:val="both"/>
        <w:rPr>
          <w:b/>
          <w:sz w:val="30"/>
          <w:szCs w:val="30"/>
        </w:rPr>
      </w:pPr>
      <w:r w:rsidRPr="00866B5D">
        <w:rPr>
          <w:b/>
          <w:sz w:val="30"/>
          <w:szCs w:val="30"/>
        </w:rPr>
        <w:t>Вед.2:</w:t>
      </w:r>
      <w:r w:rsidRPr="00866B5D">
        <w:rPr>
          <w:sz w:val="30"/>
          <w:szCs w:val="30"/>
        </w:rPr>
        <w:t xml:space="preserve"> </w:t>
      </w:r>
      <w:r w:rsidRPr="00866B5D">
        <w:rPr>
          <w:b/>
          <w:sz w:val="30"/>
          <w:szCs w:val="30"/>
        </w:rPr>
        <w:t>Почетной  Грамотой департамента  здравоохранения Брянской области  награждается:</w:t>
      </w:r>
    </w:p>
    <w:p w:rsidR="0049113F" w:rsidRPr="00866B5D" w:rsidRDefault="0049113F" w:rsidP="00E85783">
      <w:pPr>
        <w:tabs>
          <w:tab w:val="left" w:pos="6560"/>
        </w:tabs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</w:t>
      </w:r>
      <w:r w:rsidRPr="00866B5D">
        <w:rPr>
          <w:sz w:val="30"/>
          <w:szCs w:val="30"/>
          <w:u w:val="single"/>
        </w:rPr>
        <w:t>Авраменко Татьяна Алексеевна</w:t>
      </w:r>
      <w:r w:rsidRPr="00866B5D">
        <w:rPr>
          <w:sz w:val="30"/>
          <w:szCs w:val="30"/>
        </w:rPr>
        <w:t xml:space="preserve"> – медицинская сестра детской консультации ЦРБ.</w:t>
      </w:r>
    </w:p>
    <w:p w:rsidR="0049113F" w:rsidRPr="00866B5D" w:rsidRDefault="0049113F" w:rsidP="00E85783">
      <w:pPr>
        <w:rPr>
          <w:sz w:val="30"/>
          <w:szCs w:val="30"/>
        </w:rPr>
      </w:pPr>
      <w:r w:rsidRPr="00866B5D">
        <w:rPr>
          <w:sz w:val="30"/>
          <w:szCs w:val="30"/>
        </w:rPr>
        <w:t>Татьяна Алексеевна закончила Брянское медицинское училище по специальности медицинской сестры . С 1989 года работает в должности медицинской  сестры детской консультации. Имеет первую квалифицированную категорию. Татьяна Алексеевна добрый внимательный и отзывчивый человек.</w:t>
      </w:r>
    </w:p>
    <w:p w:rsidR="0049113F" w:rsidRPr="00866B5D" w:rsidRDefault="0049113F" w:rsidP="00E85783">
      <w:pPr>
        <w:rPr>
          <w:sz w:val="30"/>
          <w:szCs w:val="30"/>
        </w:rPr>
      </w:pPr>
    </w:p>
    <w:p w:rsidR="0049113F" w:rsidRPr="00866B5D" w:rsidRDefault="0049113F" w:rsidP="00E85783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>Вед.1: Приказом департамента  здравоохранения Брянской области объявлена благодарность за добросовестный труд и отличные показатели в работе</w:t>
      </w:r>
      <w:r w:rsidRPr="00866B5D">
        <w:rPr>
          <w:sz w:val="30"/>
          <w:szCs w:val="30"/>
        </w:rPr>
        <w:t xml:space="preserve"> </w:t>
      </w:r>
    </w:p>
    <w:p w:rsidR="0049113F" w:rsidRPr="00866B5D" w:rsidRDefault="0049113F" w:rsidP="00E85783">
      <w:pPr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Шевелевой  Елене Владимировне</w:t>
      </w:r>
      <w:r w:rsidRPr="00866B5D">
        <w:rPr>
          <w:sz w:val="30"/>
          <w:szCs w:val="30"/>
        </w:rPr>
        <w:t xml:space="preserve"> –медицинской сестре поликлинического отделения ЦРБ.</w:t>
      </w:r>
    </w:p>
    <w:p w:rsidR="0049113F" w:rsidRPr="00866B5D" w:rsidRDefault="0049113F" w:rsidP="00E85783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Елена Владимировна закончила Новозыбковский медицинский колледж и с 2012г работает в должности  медицинской сестры  поликлинического отделения.</w:t>
      </w:r>
    </w:p>
    <w:p w:rsidR="0049113F" w:rsidRDefault="0049113F" w:rsidP="00E85783">
      <w:pPr>
        <w:jc w:val="both"/>
        <w:rPr>
          <w:sz w:val="30"/>
          <w:szCs w:val="30"/>
        </w:rPr>
      </w:pPr>
    </w:p>
    <w:p w:rsidR="0049113F" w:rsidRDefault="0049113F" w:rsidP="00E85783">
      <w:pPr>
        <w:jc w:val="both"/>
        <w:rPr>
          <w:sz w:val="30"/>
          <w:szCs w:val="30"/>
        </w:rPr>
      </w:pPr>
    </w:p>
    <w:p w:rsidR="0049113F" w:rsidRPr="00866B5D" w:rsidRDefault="0049113F" w:rsidP="00E85783">
      <w:pPr>
        <w:jc w:val="both"/>
        <w:rPr>
          <w:sz w:val="30"/>
          <w:szCs w:val="30"/>
        </w:rPr>
      </w:pPr>
    </w:p>
    <w:p w:rsidR="0049113F" w:rsidRPr="00866B5D" w:rsidRDefault="0049113F" w:rsidP="00E85783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Р</w:t>
      </w:r>
      <w:r w:rsidRPr="00866B5D">
        <w:rPr>
          <w:sz w:val="30"/>
          <w:szCs w:val="30"/>
          <w:u w:val="single"/>
        </w:rPr>
        <w:t>огачевой Алле Алексеевне</w:t>
      </w:r>
      <w:r w:rsidRPr="00866B5D">
        <w:rPr>
          <w:sz w:val="30"/>
          <w:szCs w:val="30"/>
        </w:rPr>
        <w:t xml:space="preserve"> – медицинской сестре детской консультации ЦРБ. </w:t>
      </w:r>
    </w:p>
    <w:p w:rsidR="0049113F" w:rsidRPr="00866B5D" w:rsidRDefault="0049113F" w:rsidP="00E85783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Алла Алексеевна закончила Новозыбковское медицинское  училище по специальности фельдшер. Имеет вторую квалификационную категорию, является членом ассоциации медицинских сестер.</w:t>
      </w:r>
    </w:p>
    <w:p w:rsidR="0049113F" w:rsidRPr="00866B5D" w:rsidRDefault="0049113F" w:rsidP="00E85783">
      <w:pPr>
        <w:jc w:val="both"/>
        <w:rPr>
          <w:sz w:val="30"/>
          <w:szCs w:val="30"/>
        </w:rPr>
      </w:pPr>
    </w:p>
    <w:p w:rsidR="0049113F" w:rsidRPr="00866B5D" w:rsidRDefault="0049113F" w:rsidP="00E85783">
      <w:pPr>
        <w:jc w:val="both"/>
        <w:rPr>
          <w:b/>
          <w:sz w:val="30"/>
          <w:szCs w:val="30"/>
        </w:rPr>
      </w:pPr>
      <w:r w:rsidRPr="00866B5D">
        <w:rPr>
          <w:sz w:val="30"/>
          <w:szCs w:val="30"/>
          <w:u w:val="single"/>
        </w:rPr>
        <w:t>Луценко Светлане Ивановне</w:t>
      </w:r>
      <w:r w:rsidRPr="00866B5D">
        <w:rPr>
          <w:sz w:val="30"/>
          <w:szCs w:val="30"/>
        </w:rPr>
        <w:t xml:space="preserve"> – заведующей клинической лабораторией</w:t>
      </w:r>
      <w:r>
        <w:rPr>
          <w:sz w:val="30"/>
          <w:szCs w:val="30"/>
        </w:rPr>
        <w:t>. Светлана Ивановна закончила Брянское медицинское училище и уже 19 лет трудится в нашей районной больнице.</w:t>
      </w:r>
    </w:p>
    <w:p w:rsidR="0049113F" w:rsidRPr="00866B5D" w:rsidRDefault="0049113F" w:rsidP="00E85783">
      <w:pPr>
        <w:jc w:val="both"/>
        <w:rPr>
          <w:b/>
          <w:i/>
          <w:sz w:val="20"/>
          <w:szCs w:val="20"/>
        </w:rPr>
      </w:pPr>
    </w:p>
    <w:p w:rsidR="0049113F" w:rsidRPr="00866B5D" w:rsidRDefault="0049113F" w:rsidP="00866B5D">
      <w:pPr>
        <w:jc w:val="center"/>
        <w:rPr>
          <w:b/>
          <w:i/>
          <w:sz w:val="30"/>
          <w:szCs w:val="30"/>
        </w:rPr>
      </w:pPr>
      <w:r w:rsidRPr="00866B5D">
        <w:rPr>
          <w:b/>
          <w:i/>
          <w:sz w:val="30"/>
          <w:szCs w:val="30"/>
        </w:rPr>
        <w:t>(фото)</w:t>
      </w:r>
    </w:p>
    <w:p w:rsidR="0049113F" w:rsidRPr="00866B5D" w:rsidRDefault="0049113F" w:rsidP="00516507">
      <w:pPr>
        <w:jc w:val="both"/>
        <w:rPr>
          <w:b/>
          <w:sz w:val="20"/>
          <w:szCs w:val="20"/>
        </w:rPr>
      </w:pPr>
    </w:p>
    <w:p w:rsidR="0049113F" w:rsidRPr="00866B5D" w:rsidRDefault="0049113F" w:rsidP="00FB0C51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>Вед.1</w:t>
      </w:r>
      <w:r w:rsidRPr="00866B5D">
        <w:rPr>
          <w:sz w:val="30"/>
          <w:szCs w:val="30"/>
        </w:rPr>
        <w:t xml:space="preserve">: Люди, стоящие на страже нашего здоровья достойны                                    уважения и всяческих похвал, это самоотверженные, бескорыстные служители медицины. </w:t>
      </w:r>
    </w:p>
    <w:p w:rsidR="0049113F" w:rsidRPr="00866B5D" w:rsidRDefault="0049113F" w:rsidP="0094692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Уважаемые работники медицины, мы поздравляем вас с такими высокими наградами.</w:t>
      </w:r>
    </w:p>
    <w:p w:rsidR="0049113F" w:rsidRPr="00866B5D" w:rsidRDefault="0049113F" w:rsidP="00516507">
      <w:pPr>
        <w:jc w:val="center"/>
        <w:rPr>
          <w:sz w:val="20"/>
          <w:szCs w:val="20"/>
        </w:rPr>
      </w:pPr>
    </w:p>
    <w:p w:rsidR="0049113F" w:rsidRPr="00866B5D" w:rsidRDefault="0049113F" w:rsidP="00242FD3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Вед. 2:        </w:t>
      </w:r>
      <w:r w:rsidRPr="00866B5D">
        <w:rPr>
          <w:sz w:val="30"/>
          <w:szCs w:val="30"/>
        </w:rPr>
        <w:t>Сегодня есть особые причины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Вас поздравить с праздником большим –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Мы славим тружеников медицины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 в этот день желаем от души: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Чтобы у вас всегда все получалось,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Чтобы во всем успехов достигать,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 чтоб всегда вы, что бы ни случалось,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Готовы были людям помогать!</w:t>
      </w:r>
    </w:p>
    <w:p w:rsidR="0049113F" w:rsidRPr="00866B5D" w:rsidRDefault="0049113F" w:rsidP="00242FD3">
      <w:pPr>
        <w:ind w:left="1418"/>
        <w:jc w:val="center"/>
        <w:rPr>
          <w:sz w:val="20"/>
          <w:szCs w:val="20"/>
        </w:rPr>
      </w:pPr>
    </w:p>
    <w:p w:rsidR="0049113F" w:rsidRPr="00866B5D" w:rsidRDefault="0049113F" w:rsidP="00242FD3">
      <w:pPr>
        <w:rPr>
          <w:sz w:val="30"/>
          <w:szCs w:val="30"/>
        </w:rPr>
      </w:pPr>
      <w:r w:rsidRPr="00866B5D">
        <w:rPr>
          <w:sz w:val="30"/>
          <w:szCs w:val="30"/>
        </w:rPr>
        <w:t>С  праздником вас! Для вас в подарок звучит песня.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</w:p>
    <w:p w:rsidR="0049113F" w:rsidRPr="00866B5D" w:rsidRDefault="0049113F" w:rsidP="00516507">
      <w:pPr>
        <w:rPr>
          <w:sz w:val="30"/>
          <w:szCs w:val="30"/>
        </w:rPr>
      </w:pPr>
      <w:r w:rsidRPr="00866B5D">
        <w:rPr>
          <w:sz w:val="30"/>
          <w:szCs w:val="30"/>
        </w:rPr>
        <w:t>Х/ н___________________________________________________</w:t>
      </w:r>
    </w:p>
    <w:p w:rsidR="0049113F" w:rsidRPr="00866B5D" w:rsidRDefault="0049113F" w:rsidP="00516507">
      <w:pPr>
        <w:rPr>
          <w:sz w:val="20"/>
          <w:szCs w:val="20"/>
        </w:rPr>
      </w:pPr>
    </w:p>
    <w:p w:rsidR="0049113F" w:rsidRPr="00866B5D" w:rsidRDefault="0049113F" w:rsidP="00242FD3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Вед.1:         </w:t>
      </w:r>
      <w:r w:rsidRPr="00866B5D">
        <w:rPr>
          <w:sz w:val="30"/>
          <w:szCs w:val="30"/>
        </w:rPr>
        <w:t>Пришел ваш праздник профессиональный,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Настал момент торжественных речей,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Людей мы поздравляем уникальных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Любимых, замечательных людей!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Все чувства трудно выразить словами,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 мы желаем милые всем вам,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Чтоб мы могли всегда гордиться вами,</w:t>
      </w:r>
    </w:p>
    <w:p w:rsidR="0049113F" w:rsidRPr="00866B5D" w:rsidRDefault="0049113F" w:rsidP="00866B5D">
      <w:pPr>
        <w:tabs>
          <w:tab w:val="left" w:pos="3585"/>
          <w:tab w:val="left" w:pos="6330"/>
        </w:tabs>
        <w:ind w:left="1418"/>
        <w:rPr>
          <w:sz w:val="20"/>
          <w:szCs w:val="20"/>
        </w:rPr>
      </w:pPr>
      <w:r w:rsidRPr="00866B5D">
        <w:rPr>
          <w:sz w:val="30"/>
          <w:szCs w:val="30"/>
        </w:rPr>
        <w:t>Любви и счастья мы желаем вам!</w:t>
      </w:r>
      <w:r w:rsidRPr="00866B5D">
        <w:rPr>
          <w:sz w:val="30"/>
          <w:szCs w:val="30"/>
        </w:rPr>
        <w:tab/>
      </w:r>
    </w:p>
    <w:p w:rsidR="0049113F" w:rsidRPr="00866B5D" w:rsidRDefault="0049113F" w:rsidP="00BA2330">
      <w:pPr>
        <w:jc w:val="both"/>
        <w:rPr>
          <w:b/>
          <w:sz w:val="30"/>
          <w:szCs w:val="30"/>
        </w:rPr>
      </w:pPr>
    </w:p>
    <w:p w:rsidR="0049113F" w:rsidRDefault="0049113F" w:rsidP="00866B5D">
      <w:pPr>
        <w:jc w:val="both"/>
        <w:rPr>
          <w:b/>
          <w:sz w:val="30"/>
          <w:szCs w:val="30"/>
        </w:rPr>
      </w:pPr>
      <w:r w:rsidRPr="00866B5D">
        <w:rPr>
          <w:b/>
          <w:sz w:val="30"/>
          <w:szCs w:val="30"/>
        </w:rPr>
        <w:t>Вед.2: И сегодня, в этот замечательный летний день, мы хотим поздравить с профессиональным праздником наших дорогих ветеранов здравоохранения Мглинского района.</w:t>
      </w:r>
    </w:p>
    <w:p w:rsidR="0049113F" w:rsidRPr="00866B5D" w:rsidRDefault="0049113F" w:rsidP="00866B5D">
      <w:pPr>
        <w:jc w:val="both"/>
        <w:rPr>
          <w:b/>
          <w:sz w:val="20"/>
          <w:szCs w:val="20"/>
        </w:rPr>
      </w:pPr>
    </w:p>
    <w:p w:rsidR="0049113F" w:rsidRPr="00866B5D" w:rsidRDefault="0049113F" w:rsidP="00866403">
      <w:pPr>
        <w:jc w:val="both"/>
        <w:rPr>
          <w:sz w:val="30"/>
          <w:szCs w:val="30"/>
          <w:u w:val="single"/>
        </w:rPr>
      </w:pPr>
      <w:r w:rsidRPr="00866B5D">
        <w:rPr>
          <w:b/>
          <w:sz w:val="30"/>
          <w:szCs w:val="30"/>
        </w:rPr>
        <w:t>Вед 1. Почетной грамотой администрации Мглинского района  и районного Совета народных депутатов и  ценным подарком  награждаются:</w:t>
      </w:r>
    </w:p>
    <w:p w:rsidR="0049113F" w:rsidRPr="00866B5D" w:rsidRDefault="0049113F" w:rsidP="00D827D2">
      <w:pPr>
        <w:tabs>
          <w:tab w:val="left" w:pos="7400"/>
        </w:tabs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Ицкова Мария Никитична</w:t>
      </w:r>
      <w:r w:rsidRPr="00866B5D">
        <w:rPr>
          <w:sz w:val="30"/>
          <w:szCs w:val="30"/>
        </w:rPr>
        <w:t>- бывший врач терапевт  Мглинской ЦРБ.</w:t>
      </w:r>
    </w:p>
    <w:p w:rsidR="0049113F" w:rsidRPr="00866B5D" w:rsidRDefault="0049113F" w:rsidP="00D827D2">
      <w:pPr>
        <w:tabs>
          <w:tab w:val="left" w:pos="7400"/>
        </w:tabs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Мария Никитична всю свою жизнь трудилась в нашей Районной больнице врачом терапевтом участковым. 50 лет составляет ее трудовой стаж, она врач высшей категории. Мария Никитична за время работы в больнице заслужила почет и уважение, она является почетным гражданином Мглинского района.</w:t>
      </w:r>
    </w:p>
    <w:p w:rsidR="0049113F" w:rsidRPr="00866B5D" w:rsidRDefault="0049113F" w:rsidP="00D827D2">
      <w:pPr>
        <w:tabs>
          <w:tab w:val="left" w:pos="7400"/>
        </w:tabs>
        <w:jc w:val="both"/>
        <w:rPr>
          <w:sz w:val="20"/>
          <w:szCs w:val="20"/>
        </w:rPr>
      </w:pPr>
    </w:p>
    <w:p w:rsidR="0049113F" w:rsidRPr="00866B5D" w:rsidRDefault="0049113F" w:rsidP="00D827D2">
      <w:pPr>
        <w:tabs>
          <w:tab w:val="left" w:pos="7400"/>
        </w:tabs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Голомидова Людмила Яковлевна – бывшая медицинская сестра Брянской областной больницы №4</w:t>
      </w:r>
    </w:p>
    <w:p w:rsidR="0049113F" w:rsidRPr="00866B5D" w:rsidRDefault="0049113F" w:rsidP="00D827D2">
      <w:pPr>
        <w:rPr>
          <w:sz w:val="30"/>
          <w:szCs w:val="30"/>
        </w:rPr>
      </w:pPr>
      <w:r w:rsidRPr="00866B5D">
        <w:rPr>
          <w:sz w:val="30"/>
          <w:szCs w:val="30"/>
        </w:rPr>
        <w:t>Родилась в г. Мглине в 1951году. В 1975году закончила 5-е Ленинградское медицинское училище по специальности медицинская сестра. Проработала в должности медицинской сестры  в Брянской областной психиатрической  больнице № 4 - 37 лет.</w:t>
      </w:r>
    </w:p>
    <w:p w:rsidR="0049113F" w:rsidRPr="00866B5D" w:rsidRDefault="0049113F" w:rsidP="00D827D2">
      <w:pPr>
        <w:rPr>
          <w:sz w:val="22"/>
          <w:szCs w:val="22"/>
        </w:rPr>
      </w:pPr>
    </w:p>
    <w:p w:rsidR="0049113F" w:rsidRPr="00866B5D" w:rsidRDefault="0049113F" w:rsidP="00D827D2">
      <w:pPr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Непомнящая Нина Александровна-</w:t>
      </w:r>
      <w:r w:rsidRPr="00866B5D">
        <w:rPr>
          <w:sz w:val="30"/>
          <w:szCs w:val="30"/>
        </w:rPr>
        <w:t>бывшая медицинская сестра хирургического отделения.</w:t>
      </w:r>
    </w:p>
    <w:p w:rsidR="0049113F" w:rsidRPr="00866B5D" w:rsidRDefault="0049113F" w:rsidP="00D827D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Нина Александровна пришла работать в нашу районную больницу в 1973году и трудилась в должности медицинской сестры перевязочного хирургического отделения 37 лет. Всегда выполняла свою работу умело и добросовестно и в коллективе пользовалась огромным уважением.</w:t>
      </w:r>
    </w:p>
    <w:p w:rsidR="0049113F" w:rsidRPr="00866B5D" w:rsidRDefault="0049113F" w:rsidP="00D827D2">
      <w:pPr>
        <w:jc w:val="both"/>
        <w:rPr>
          <w:sz w:val="20"/>
          <w:szCs w:val="20"/>
        </w:rPr>
      </w:pPr>
    </w:p>
    <w:p w:rsidR="0049113F" w:rsidRPr="00866B5D" w:rsidRDefault="0049113F" w:rsidP="00D827D2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Мещевцева Тамара Филлиповна - б</w:t>
      </w:r>
      <w:r w:rsidRPr="00866B5D">
        <w:rPr>
          <w:sz w:val="30"/>
          <w:szCs w:val="30"/>
        </w:rPr>
        <w:t>ывшая  медицинская сестра детской консультации.</w:t>
      </w:r>
    </w:p>
    <w:p w:rsidR="0049113F" w:rsidRDefault="0049113F" w:rsidP="00D827D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Тамара Филлиповна закончила медицинское училище  по специальности медицинская сестра. В 1972 году она пришла работать в нашу больницу и 26 лет трудилась в должности медицинской сестры участковой детской консультации.</w:t>
      </w:r>
    </w:p>
    <w:p w:rsidR="0049113F" w:rsidRPr="00866B5D" w:rsidRDefault="0049113F" w:rsidP="00866B5D">
      <w:pPr>
        <w:jc w:val="center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(фото)</w:t>
      </w:r>
    </w:p>
    <w:p w:rsidR="0049113F" w:rsidRPr="00866B5D" w:rsidRDefault="0049113F" w:rsidP="00D827D2">
      <w:pPr>
        <w:jc w:val="both"/>
        <w:rPr>
          <w:sz w:val="20"/>
          <w:szCs w:val="20"/>
        </w:rPr>
      </w:pPr>
    </w:p>
    <w:p w:rsidR="0049113F" w:rsidRPr="00866B5D" w:rsidRDefault="0049113F" w:rsidP="00516507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>Вед. 2 :</w:t>
      </w:r>
      <w:r w:rsidRPr="00866B5D">
        <w:rPr>
          <w:sz w:val="30"/>
          <w:szCs w:val="30"/>
        </w:rPr>
        <w:t>Дорогие друзья! Мы поздравляем вас с праздником!</w:t>
      </w:r>
    </w:p>
    <w:p w:rsidR="0049113F" w:rsidRDefault="0049113F" w:rsidP="00516507">
      <w:pPr>
        <w:rPr>
          <w:sz w:val="30"/>
          <w:szCs w:val="30"/>
        </w:rPr>
      </w:pPr>
      <w:r w:rsidRPr="00866B5D">
        <w:rPr>
          <w:sz w:val="30"/>
          <w:szCs w:val="30"/>
        </w:rPr>
        <w:t>Своим добросовестным трудом вы внесли весомый вклад в развитие здравоохранения у нас в районе. Спасибо вам огромное за труд во благо людей.</w:t>
      </w:r>
    </w:p>
    <w:p w:rsidR="0049113F" w:rsidRPr="00866B5D" w:rsidRDefault="0049113F" w:rsidP="00516507">
      <w:pPr>
        <w:rPr>
          <w:sz w:val="20"/>
          <w:szCs w:val="20"/>
        </w:rPr>
      </w:pPr>
    </w:p>
    <w:p w:rsidR="0049113F" w:rsidRPr="00866B5D" w:rsidRDefault="0049113F" w:rsidP="00242FD3">
      <w:pPr>
        <w:rPr>
          <w:sz w:val="30"/>
          <w:szCs w:val="30"/>
        </w:rPr>
      </w:pPr>
      <w:r>
        <w:rPr>
          <w:b/>
          <w:sz w:val="30"/>
          <w:szCs w:val="30"/>
        </w:rPr>
        <w:t>В</w:t>
      </w:r>
      <w:r w:rsidRPr="00866B5D">
        <w:rPr>
          <w:b/>
          <w:sz w:val="30"/>
          <w:szCs w:val="30"/>
        </w:rPr>
        <w:t xml:space="preserve">ед. </w:t>
      </w:r>
      <w:r>
        <w:rPr>
          <w:b/>
          <w:sz w:val="30"/>
          <w:szCs w:val="30"/>
        </w:rPr>
        <w:t>1</w:t>
      </w:r>
      <w:r w:rsidRPr="00866B5D">
        <w:rPr>
          <w:b/>
          <w:sz w:val="30"/>
          <w:szCs w:val="30"/>
        </w:rPr>
        <w:t xml:space="preserve">:        </w:t>
      </w:r>
      <w:r w:rsidRPr="00866B5D">
        <w:rPr>
          <w:sz w:val="30"/>
          <w:szCs w:val="30"/>
        </w:rPr>
        <w:t>Всем медикам специальностей разных,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Всем, кто связан с профессией этой,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Всем, кому посвящается праздник,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Мы желаем надежды и света.</w:t>
      </w:r>
    </w:p>
    <w:p w:rsidR="0049113F" w:rsidRPr="00866B5D" w:rsidRDefault="0049113F" w:rsidP="00242FD3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    За ваш труд бескорыстный отчасти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Благодарность примите от нас.</w:t>
      </w:r>
    </w:p>
    <w:p w:rsidR="0049113F" w:rsidRPr="00866B5D" w:rsidRDefault="0049113F" w:rsidP="00242FD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Вам желаем здоровья и счастья.</w:t>
      </w:r>
    </w:p>
    <w:p w:rsidR="0049113F" w:rsidRPr="00866B5D" w:rsidRDefault="0049113F" w:rsidP="00D827D2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 храни вас Господь в трудный час!</w:t>
      </w:r>
    </w:p>
    <w:p w:rsidR="0049113F" w:rsidRPr="00866B5D" w:rsidRDefault="0049113F" w:rsidP="00516507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    В вашу честь звучит песня.</w:t>
      </w:r>
    </w:p>
    <w:p w:rsidR="0049113F" w:rsidRPr="00866B5D" w:rsidRDefault="0049113F" w:rsidP="00516507">
      <w:pPr>
        <w:rPr>
          <w:sz w:val="30"/>
          <w:szCs w:val="30"/>
        </w:rPr>
      </w:pPr>
    </w:p>
    <w:p w:rsidR="0049113F" w:rsidRPr="00866B5D" w:rsidRDefault="0049113F" w:rsidP="00516507">
      <w:pPr>
        <w:rPr>
          <w:sz w:val="30"/>
          <w:szCs w:val="30"/>
        </w:rPr>
      </w:pPr>
      <w:r w:rsidRPr="00866B5D">
        <w:rPr>
          <w:sz w:val="30"/>
          <w:szCs w:val="30"/>
        </w:rPr>
        <w:t>Х/Н____________________________________________________</w:t>
      </w:r>
    </w:p>
    <w:p w:rsidR="0049113F" w:rsidRDefault="0049113F" w:rsidP="00516507">
      <w:pPr>
        <w:rPr>
          <w:sz w:val="30"/>
          <w:szCs w:val="30"/>
        </w:rPr>
      </w:pPr>
    </w:p>
    <w:p w:rsidR="0049113F" w:rsidRPr="00866B5D" w:rsidRDefault="0049113F" w:rsidP="00516507">
      <w:pPr>
        <w:rPr>
          <w:sz w:val="30"/>
          <w:szCs w:val="30"/>
        </w:rPr>
      </w:pP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b/>
          <w:sz w:val="30"/>
          <w:szCs w:val="30"/>
        </w:rPr>
        <w:t>Вед 2:</w:t>
      </w:r>
      <w:r w:rsidRPr="00866B5D">
        <w:rPr>
          <w:sz w:val="30"/>
          <w:szCs w:val="30"/>
        </w:rPr>
        <w:t xml:space="preserve">  Лекарь, медик, врач!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Пред этими людьми во все времена преклонялись, их всегда уважали и любили, потому, что именно они облегчали людям жизнь, вселяли надежду в завтрашний день, именно они освобождают людей от боли, а иногда они  дают ту мудрость, с помощью которой человек может существовать в мире.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Без докторов  никак нельзя. Настоящим врачом можно стать, не столько выучив все термины и понятия, сколько почувствовав любовь к людям, к детям, желание служить им, помогать и понимать их. Врач сопровождает человека всю его жизнь, от первого детского крика до последнего тихого вздоха</w:t>
      </w:r>
    </w:p>
    <w:p w:rsidR="0049113F" w:rsidRPr="00866B5D" w:rsidRDefault="0049113F" w:rsidP="0034353D">
      <w:pPr>
        <w:jc w:val="both"/>
        <w:rPr>
          <w:b/>
          <w:sz w:val="20"/>
          <w:szCs w:val="20"/>
        </w:rPr>
      </w:pP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b/>
          <w:sz w:val="30"/>
          <w:szCs w:val="30"/>
        </w:rPr>
        <w:t>Вед 1</w:t>
      </w:r>
      <w:r w:rsidRPr="00866B5D">
        <w:rPr>
          <w:sz w:val="30"/>
          <w:szCs w:val="30"/>
        </w:rPr>
        <w:t xml:space="preserve"> :Дали клятву Гиппократа,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На посту и днем и ночью,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Вы работники в халатах,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Благородные вы очень!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Жизни вы спасать готовы,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До последнего бороться,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«Врач» - как гордо это слово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В нем вся сила жизни бьется!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В этот день, ваш день особый,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Всех врачей мы поздравляем,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Им с нелегкою работой</w:t>
      </w:r>
    </w:p>
    <w:p w:rsidR="0049113F" w:rsidRPr="00866B5D" w:rsidRDefault="0049113F" w:rsidP="0034353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Благодарность объявляем!</w:t>
      </w:r>
    </w:p>
    <w:p w:rsidR="0049113F" w:rsidRPr="00866B5D" w:rsidRDefault="0049113F" w:rsidP="0034353D">
      <w:pPr>
        <w:jc w:val="both"/>
        <w:rPr>
          <w:sz w:val="20"/>
          <w:szCs w:val="20"/>
        </w:rPr>
      </w:pPr>
    </w:p>
    <w:p w:rsidR="0049113F" w:rsidRPr="00866B5D" w:rsidRDefault="0049113F" w:rsidP="00C77AC2">
      <w:pPr>
        <w:jc w:val="both"/>
        <w:rPr>
          <w:sz w:val="30"/>
          <w:szCs w:val="30"/>
        </w:rPr>
      </w:pPr>
      <w:r>
        <w:rPr>
          <w:b/>
          <w:sz w:val="30"/>
          <w:szCs w:val="30"/>
        </w:rPr>
        <w:t>Вед.2</w:t>
      </w:r>
      <w:r w:rsidRPr="00866B5D">
        <w:rPr>
          <w:b/>
          <w:sz w:val="30"/>
          <w:szCs w:val="30"/>
        </w:rPr>
        <w:t>:</w:t>
      </w:r>
      <w:r w:rsidRPr="00866B5D">
        <w:rPr>
          <w:sz w:val="30"/>
          <w:szCs w:val="30"/>
        </w:rPr>
        <w:t xml:space="preserve">    Этими стихами мы приветствуем и поздравляем с Днем медицинского работника замечательных врачей нашего Мглинского  района. </w:t>
      </w:r>
    </w:p>
    <w:p w:rsidR="0049113F" w:rsidRPr="00866B5D" w:rsidRDefault="0049113F" w:rsidP="00AC668C">
      <w:pPr>
        <w:rPr>
          <w:b/>
          <w:sz w:val="30"/>
          <w:szCs w:val="30"/>
        </w:rPr>
      </w:pPr>
      <w:r w:rsidRPr="00866B5D">
        <w:rPr>
          <w:b/>
          <w:sz w:val="30"/>
          <w:szCs w:val="30"/>
        </w:rPr>
        <w:t>Вед.</w:t>
      </w:r>
      <w:r>
        <w:rPr>
          <w:b/>
          <w:sz w:val="30"/>
          <w:szCs w:val="30"/>
        </w:rPr>
        <w:t>1</w:t>
      </w:r>
      <w:r w:rsidRPr="00866B5D">
        <w:rPr>
          <w:sz w:val="30"/>
          <w:szCs w:val="30"/>
        </w:rPr>
        <w:t xml:space="preserve">: </w:t>
      </w:r>
      <w:r w:rsidRPr="00866B5D">
        <w:rPr>
          <w:b/>
          <w:sz w:val="30"/>
          <w:szCs w:val="30"/>
        </w:rPr>
        <w:t>Почетной грамотой Администрации Мглинского района и районного Совета народных  депутатов и ценным  подарком награждаются:</w:t>
      </w:r>
    </w:p>
    <w:p w:rsidR="0049113F" w:rsidRPr="00866B5D" w:rsidRDefault="0049113F" w:rsidP="00AC668C">
      <w:pPr>
        <w:rPr>
          <w:b/>
          <w:sz w:val="20"/>
          <w:szCs w:val="20"/>
        </w:rPr>
      </w:pPr>
    </w:p>
    <w:p w:rsidR="0049113F" w:rsidRPr="00866B5D" w:rsidRDefault="0049113F" w:rsidP="00A210D9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Щиголева Ольга Владимировна</w:t>
      </w:r>
      <w:r w:rsidRPr="00866B5D">
        <w:rPr>
          <w:sz w:val="30"/>
          <w:szCs w:val="30"/>
        </w:rPr>
        <w:t xml:space="preserve">- заместитель главного врача по медицинской части ЦРБ. </w:t>
      </w:r>
    </w:p>
    <w:p w:rsidR="0049113F" w:rsidRPr="00866B5D" w:rsidRDefault="0049113F" w:rsidP="00866403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Ольга Владимировна пришла работать в ЦРБ В 1978 году врачом невропатологии, затем она долгие годы трудилась заведующей неврологическим отделением нашей больницы , а в данный момент Ольга Владимировна – заместитель главного врача по медицинской части. Это профессионал своего дела и замечательная женщина.</w:t>
      </w:r>
    </w:p>
    <w:p w:rsidR="0049113F" w:rsidRPr="00866B5D" w:rsidRDefault="0049113F" w:rsidP="00A210D9">
      <w:pPr>
        <w:rPr>
          <w:sz w:val="20"/>
          <w:szCs w:val="20"/>
        </w:rPr>
      </w:pPr>
    </w:p>
    <w:p w:rsidR="0049113F" w:rsidRPr="00866B5D" w:rsidRDefault="0049113F" w:rsidP="00A210D9">
      <w:pPr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Левшенков Александр Михайлович</w:t>
      </w:r>
      <w:r w:rsidRPr="00866B5D">
        <w:rPr>
          <w:sz w:val="30"/>
          <w:szCs w:val="30"/>
        </w:rPr>
        <w:t xml:space="preserve"> – заведующий психиатрическим отделением Мглинской ЦРБ. </w:t>
      </w:r>
    </w:p>
    <w:p w:rsidR="0049113F" w:rsidRPr="00866B5D" w:rsidRDefault="0049113F" w:rsidP="00A210D9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Александр Михайлович закончил Смоленский медицинский институт  в 1991 году, затем устраивается на работу в Брянскую областную больницу №4 г. Мглина врачом психиатром. В данный момент Александр Михайлович  руководит психиатрическим отделением ЦРБ. Он умелый руководитель и замечательный врач. </w:t>
      </w:r>
    </w:p>
    <w:p w:rsidR="0049113F" w:rsidRPr="00866B5D" w:rsidRDefault="0049113F" w:rsidP="00A210D9">
      <w:pPr>
        <w:rPr>
          <w:sz w:val="30"/>
          <w:szCs w:val="30"/>
        </w:rPr>
      </w:pPr>
    </w:p>
    <w:p w:rsidR="0049113F" w:rsidRPr="00866B5D" w:rsidRDefault="0049113F" w:rsidP="00A210D9">
      <w:pPr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 xml:space="preserve">Азарова Галина Ивановна </w:t>
      </w:r>
      <w:r w:rsidRPr="00866B5D">
        <w:rPr>
          <w:sz w:val="30"/>
          <w:szCs w:val="30"/>
        </w:rPr>
        <w:t>– врач акушер-гениколог  Мглинской ЦРБ.</w:t>
      </w:r>
    </w:p>
    <w:p w:rsidR="0049113F" w:rsidRPr="00866B5D" w:rsidRDefault="0049113F" w:rsidP="00A210D9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Галина Ивановна – закончила Волгоградский медицинский институт и была распределена в Брянскую область Мглинскую ЦРБ. Вот уже 43 года она трудится в должности врача  акушера гинеколога. Ее миссия лечить наших женщин и помогать появлению на свет новых, здоровых человечков. Галина Ивановна замечательный врач и профессионал своего дела.</w:t>
      </w:r>
    </w:p>
    <w:p w:rsidR="0049113F" w:rsidRPr="00866B5D" w:rsidRDefault="0049113F" w:rsidP="00A210D9">
      <w:pPr>
        <w:jc w:val="both"/>
        <w:rPr>
          <w:sz w:val="20"/>
          <w:szCs w:val="20"/>
        </w:rPr>
      </w:pPr>
    </w:p>
    <w:p w:rsidR="0049113F" w:rsidRPr="00866B5D" w:rsidRDefault="0049113F" w:rsidP="00A210D9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 xml:space="preserve">Макаров Игорь Петрович – </w:t>
      </w:r>
      <w:r w:rsidRPr="00866B5D">
        <w:rPr>
          <w:sz w:val="30"/>
          <w:szCs w:val="30"/>
        </w:rPr>
        <w:t>врач анастезиолог-реаниматолог ЦРБ.</w:t>
      </w:r>
    </w:p>
    <w:p w:rsidR="0049113F" w:rsidRPr="00866B5D" w:rsidRDefault="0049113F" w:rsidP="00A210D9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Игорь Петрович работает в нашей больнице с 1995года, 20 лет составляет его трудовой стаж. Это замечательный врач 2 –ой категории, отличный специалист, профессионал своего дела. Игорь Петрович – уважаемый в коллективе человек.</w:t>
      </w:r>
    </w:p>
    <w:p w:rsidR="0049113F" w:rsidRPr="00866B5D" w:rsidRDefault="0049113F" w:rsidP="00A210D9">
      <w:pPr>
        <w:jc w:val="both"/>
        <w:rPr>
          <w:sz w:val="20"/>
          <w:szCs w:val="20"/>
        </w:rPr>
      </w:pPr>
    </w:p>
    <w:p w:rsidR="0049113F" w:rsidRPr="00866B5D" w:rsidRDefault="0049113F" w:rsidP="00A210D9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Щастный Алексей Иванович</w:t>
      </w:r>
      <w:r w:rsidRPr="00866B5D">
        <w:rPr>
          <w:sz w:val="30"/>
          <w:szCs w:val="30"/>
        </w:rPr>
        <w:t xml:space="preserve"> –врач –терапевт участковый.</w:t>
      </w:r>
    </w:p>
    <w:p w:rsidR="0049113F" w:rsidRPr="00866B5D" w:rsidRDefault="0049113F" w:rsidP="00A210D9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Алексей Иванович закончил Самарский медицинский университет  по специальности «лечебное дело». В нашу районную больницу он пришел работать в 2009 году и вот уже 6 лет добросовестно трудится  врачом-терапевтом участковым. В своем коллективе он пользуется огромным уважением.</w:t>
      </w:r>
    </w:p>
    <w:p w:rsidR="0049113F" w:rsidRPr="00866B5D" w:rsidRDefault="0049113F" w:rsidP="00A210D9">
      <w:pPr>
        <w:jc w:val="both"/>
        <w:rPr>
          <w:sz w:val="20"/>
          <w:szCs w:val="20"/>
        </w:rPr>
      </w:pPr>
    </w:p>
    <w:p w:rsidR="0049113F" w:rsidRPr="00866B5D" w:rsidRDefault="0049113F" w:rsidP="007D4D58">
      <w:pPr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Сеченова  Виктория Викторовна</w:t>
      </w:r>
      <w:r w:rsidRPr="00866B5D">
        <w:rPr>
          <w:sz w:val="30"/>
          <w:szCs w:val="30"/>
        </w:rPr>
        <w:t xml:space="preserve"> – врач-хирург Мглинской ЦРБ.</w:t>
      </w:r>
    </w:p>
    <w:p w:rsidR="0049113F" w:rsidRPr="00866B5D" w:rsidRDefault="0049113F" w:rsidP="007D4D58">
      <w:pPr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</w:rPr>
        <w:t>Виктория Викторовна пришла работать в нашу ЦРБ в августе прошлого года, она трудится в хирургическом отделении больницы врачом-хирургом. Это молодой специалист, но очень способный, трудолюбивый и ответственный.</w:t>
      </w:r>
      <w:r w:rsidRPr="00866B5D">
        <w:rPr>
          <w:sz w:val="30"/>
          <w:szCs w:val="30"/>
          <w:u w:val="single"/>
        </w:rPr>
        <w:t xml:space="preserve"> </w:t>
      </w:r>
    </w:p>
    <w:p w:rsidR="0049113F" w:rsidRPr="00866B5D" w:rsidRDefault="0049113F" w:rsidP="00866B5D">
      <w:pPr>
        <w:jc w:val="center"/>
        <w:rPr>
          <w:b/>
          <w:i/>
          <w:sz w:val="30"/>
          <w:szCs w:val="30"/>
        </w:rPr>
      </w:pPr>
      <w:r w:rsidRPr="00866B5D">
        <w:rPr>
          <w:b/>
          <w:i/>
          <w:sz w:val="30"/>
          <w:szCs w:val="30"/>
        </w:rPr>
        <w:t>(фото)</w:t>
      </w:r>
    </w:p>
    <w:p w:rsidR="0049113F" w:rsidRPr="00866B5D" w:rsidRDefault="0049113F" w:rsidP="00664B01">
      <w:pPr>
        <w:rPr>
          <w:b/>
          <w:sz w:val="20"/>
          <w:szCs w:val="20"/>
        </w:rPr>
      </w:pP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>Вед.1:</w:t>
      </w:r>
      <w:r w:rsidRPr="00866B5D">
        <w:rPr>
          <w:sz w:val="30"/>
          <w:szCs w:val="30"/>
        </w:rPr>
        <w:t xml:space="preserve"> Уважаемые медицинские работники, наши замечательные врачи!  Мы всегда будем благодарны вам за ваш труд, за открытость души, за добрые руки и чуткие сердца. Огромное спасибо за все, что вы делаете для людей.</w:t>
      </w:r>
    </w:p>
    <w:p w:rsidR="0049113F" w:rsidRPr="00866B5D" w:rsidRDefault="0049113F" w:rsidP="00664B01">
      <w:pPr>
        <w:rPr>
          <w:b/>
          <w:sz w:val="20"/>
          <w:szCs w:val="20"/>
        </w:rPr>
      </w:pPr>
      <w:r w:rsidRPr="00866B5D">
        <w:rPr>
          <w:b/>
          <w:sz w:val="30"/>
          <w:szCs w:val="30"/>
        </w:rPr>
        <w:t xml:space="preserve">                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   Вед 2</w:t>
      </w:r>
      <w:r w:rsidRPr="00866B5D">
        <w:rPr>
          <w:sz w:val="30"/>
          <w:szCs w:val="30"/>
        </w:rPr>
        <w:t xml:space="preserve">     Спасибо вам за руки золотые,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За доброту усталых ваших глаз!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Поверьте мне, что доктора такие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Встречаются нечасто в трудный час.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Вы сердце людям отдаете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И, не жалея своих сил,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Весь день проводите в работе,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Чтоб он здоровье приносил.</w:t>
      </w:r>
    </w:p>
    <w:p w:rsidR="0049113F" w:rsidRPr="00866B5D" w:rsidRDefault="0049113F" w:rsidP="00664B01">
      <w:pPr>
        <w:rPr>
          <w:sz w:val="20"/>
          <w:szCs w:val="20"/>
        </w:rPr>
      </w:pPr>
      <w:r w:rsidRPr="00866B5D">
        <w:rPr>
          <w:sz w:val="30"/>
          <w:szCs w:val="30"/>
        </w:rPr>
        <w:t xml:space="preserve">               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Вед.1:    </w:t>
      </w:r>
      <w:r w:rsidRPr="00866B5D">
        <w:rPr>
          <w:sz w:val="30"/>
          <w:szCs w:val="30"/>
        </w:rPr>
        <w:t xml:space="preserve"> Теплом душевным и заботой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Вы согреваете больных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И  нужной, трудною работой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Спасаете от смерти их.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Так пусть вам жизнь приносит много счастья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И в благодарность—долгие года,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Пусть все печали прошлые, ненастья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     Уйдут из вашей жизни навсегда.</w:t>
      </w:r>
    </w:p>
    <w:p w:rsidR="0049113F" w:rsidRPr="00866B5D" w:rsidRDefault="0049113F" w:rsidP="00664B01">
      <w:pPr>
        <w:rPr>
          <w:sz w:val="20"/>
          <w:szCs w:val="20"/>
        </w:rPr>
      </w:pP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>Свою песню и поздравления вам дарит</w:t>
      </w:r>
    </w:p>
    <w:p w:rsidR="0049113F" w:rsidRPr="00866B5D" w:rsidRDefault="0049113F" w:rsidP="00664B01">
      <w:pPr>
        <w:rPr>
          <w:sz w:val="30"/>
          <w:szCs w:val="30"/>
        </w:rPr>
      </w:pPr>
      <w:r w:rsidRPr="00866B5D">
        <w:rPr>
          <w:sz w:val="30"/>
          <w:szCs w:val="30"/>
        </w:rPr>
        <w:t>Х/Н_____________________________________________________</w:t>
      </w:r>
    </w:p>
    <w:p w:rsidR="0049113F" w:rsidRPr="00866B5D" w:rsidRDefault="0049113F" w:rsidP="00664B01">
      <w:pPr>
        <w:rPr>
          <w:b/>
          <w:sz w:val="20"/>
          <w:szCs w:val="20"/>
        </w:rPr>
      </w:pPr>
    </w:p>
    <w:p w:rsidR="0049113F" w:rsidRPr="00866B5D" w:rsidRDefault="0049113F" w:rsidP="00A03727">
      <w:pPr>
        <w:jc w:val="both"/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 Вед 1:</w:t>
      </w:r>
      <w:r w:rsidRPr="00866B5D">
        <w:rPr>
          <w:sz w:val="30"/>
          <w:szCs w:val="30"/>
        </w:rPr>
        <w:t xml:space="preserve"> Привычно все! Знакомо с давних пор!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Шкафы, кушетки, запах специфичный,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Больницы длинный коридор,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Пост медсестры, такой для всех обычный.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Здесь жизнь своя, смешались день и ночь,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Дежурство трудным иногда бывает: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Вот и сейчас сестра спешить помочь-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Привычно в шприц  лекарство набирает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И чье-то сердце ровно застучит,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Другому вновь облегчится дыханье,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А кто-то всю палату удивит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Из небытия придя в сознанье.</w:t>
      </w:r>
    </w:p>
    <w:p w:rsidR="0049113F" w:rsidRPr="00866B5D" w:rsidRDefault="0049113F" w:rsidP="00A03727">
      <w:pPr>
        <w:jc w:val="both"/>
        <w:rPr>
          <w:sz w:val="20"/>
          <w:szCs w:val="20"/>
        </w:rPr>
      </w:pPr>
    </w:p>
    <w:p w:rsidR="0049113F" w:rsidRPr="00866B5D" w:rsidRDefault="0049113F" w:rsidP="00A03727">
      <w:pPr>
        <w:jc w:val="both"/>
        <w:rPr>
          <w:sz w:val="30"/>
          <w:szCs w:val="30"/>
        </w:rPr>
      </w:pPr>
      <w:r w:rsidRPr="00866B5D">
        <w:rPr>
          <w:b/>
          <w:sz w:val="30"/>
          <w:szCs w:val="30"/>
        </w:rPr>
        <w:t>Вед 2:</w:t>
      </w:r>
      <w:r w:rsidRPr="00866B5D">
        <w:rPr>
          <w:sz w:val="30"/>
          <w:szCs w:val="30"/>
        </w:rPr>
        <w:t xml:space="preserve"> Сестра присядет, глубоко вздохнув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Когда «тяжелый» вдруг зашевелится,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И влажными ресницами вздрогнув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Попросит тихо дать воды напиться.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Нелегкий труд ухаживать больных,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Гораздо   проще песни петь с эстрады,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Цветы, дипломы, слава – у одних,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Другие – же простой улыбке рады.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Но верю я - судьба не обойдет…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Медсестры милые – и к вам придет известность,</w:t>
      </w:r>
    </w:p>
    <w:p w:rsidR="0049113F" w:rsidRPr="00866B5D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>И вам с эстрады кто-то запоет</w:t>
      </w:r>
    </w:p>
    <w:p w:rsidR="0049113F" w:rsidRDefault="0049113F" w:rsidP="00866B5D">
      <w:pPr>
        <w:ind w:firstLine="708"/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Про ваши руки, сердце, человечность! </w:t>
      </w:r>
    </w:p>
    <w:p w:rsidR="0049113F" w:rsidRPr="00866B5D" w:rsidRDefault="0049113F" w:rsidP="00866B5D">
      <w:pPr>
        <w:ind w:firstLine="708"/>
        <w:jc w:val="both"/>
        <w:rPr>
          <w:sz w:val="20"/>
          <w:szCs w:val="20"/>
        </w:rPr>
      </w:pPr>
    </w:p>
    <w:p w:rsidR="0049113F" w:rsidRPr="00866B5D" w:rsidRDefault="0049113F" w:rsidP="00664B01">
      <w:pPr>
        <w:jc w:val="both"/>
        <w:rPr>
          <w:b/>
          <w:sz w:val="30"/>
          <w:szCs w:val="30"/>
        </w:rPr>
      </w:pPr>
      <w:r w:rsidRPr="00866B5D">
        <w:rPr>
          <w:sz w:val="30"/>
          <w:szCs w:val="30"/>
        </w:rPr>
        <w:t>Этими стихами мы поздравляем с праздником всех медицинских сестер нашей районной больницы и говорим  огромные слова благодарности за их нелегкий труд.</w:t>
      </w:r>
    </w:p>
    <w:p w:rsidR="0049113F" w:rsidRPr="00866B5D" w:rsidRDefault="0049113F" w:rsidP="00664B01">
      <w:pPr>
        <w:jc w:val="both"/>
        <w:rPr>
          <w:sz w:val="20"/>
          <w:szCs w:val="20"/>
        </w:rPr>
      </w:pPr>
    </w:p>
    <w:p w:rsidR="0049113F" w:rsidRPr="00866B5D" w:rsidRDefault="0049113F" w:rsidP="005E76B2">
      <w:pPr>
        <w:jc w:val="both"/>
        <w:rPr>
          <w:b/>
          <w:sz w:val="30"/>
          <w:szCs w:val="30"/>
        </w:rPr>
      </w:pPr>
      <w:r w:rsidRPr="00866B5D">
        <w:rPr>
          <w:b/>
          <w:sz w:val="30"/>
          <w:szCs w:val="30"/>
        </w:rPr>
        <w:t>Вед 1:</w:t>
      </w:r>
      <w:r>
        <w:rPr>
          <w:b/>
          <w:sz w:val="30"/>
          <w:szCs w:val="30"/>
        </w:rPr>
        <w:t xml:space="preserve"> </w:t>
      </w:r>
      <w:r w:rsidRPr="00866B5D">
        <w:rPr>
          <w:b/>
          <w:sz w:val="30"/>
          <w:szCs w:val="30"/>
        </w:rPr>
        <w:t>Почетной грамотой администрации Мглинского района и районного Совета народных депутатов и  ценным подарком  награждаются:</w:t>
      </w:r>
    </w:p>
    <w:p w:rsidR="0049113F" w:rsidRPr="00866B5D" w:rsidRDefault="0049113F" w:rsidP="005E76B2">
      <w:pPr>
        <w:jc w:val="both"/>
        <w:rPr>
          <w:b/>
          <w:sz w:val="20"/>
          <w:szCs w:val="20"/>
        </w:rPr>
      </w:pPr>
    </w:p>
    <w:p w:rsidR="0049113F" w:rsidRPr="00866B5D" w:rsidRDefault="0049113F" w:rsidP="005B4FEE">
      <w:pPr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Артюхова Наталья  Геннадьевна – медицинская сестра хирургическог</w:t>
      </w:r>
      <w:r>
        <w:rPr>
          <w:sz w:val="30"/>
          <w:szCs w:val="30"/>
          <w:u w:val="single"/>
        </w:rPr>
        <w:t>о отделения</w:t>
      </w:r>
      <w:r w:rsidRPr="00866B5D">
        <w:rPr>
          <w:sz w:val="30"/>
          <w:szCs w:val="30"/>
          <w:u w:val="single"/>
        </w:rPr>
        <w:t>.</w:t>
      </w:r>
    </w:p>
    <w:p w:rsidR="0049113F" w:rsidRPr="00866B5D" w:rsidRDefault="0049113F" w:rsidP="005B4FEE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В Мглинском ЦРБ работает с 1992 года в должности медицинской сестры хирургического отделения. В 2013 году переведена на должность медицинской сестры анестезистки. Имеет первую квалификационную категорию.</w:t>
      </w:r>
    </w:p>
    <w:p w:rsidR="0049113F" w:rsidRPr="00866B5D" w:rsidRDefault="0049113F" w:rsidP="005B4FEE">
      <w:pPr>
        <w:jc w:val="both"/>
        <w:rPr>
          <w:sz w:val="20"/>
          <w:szCs w:val="20"/>
        </w:rPr>
      </w:pPr>
    </w:p>
    <w:p w:rsidR="0049113F" w:rsidRPr="00866B5D" w:rsidRDefault="0049113F" w:rsidP="005B4FEE">
      <w:pPr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Лысенко Людмила Григорьевна – медицинская сестра детской консультации.</w:t>
      </w:r>
    </w:p>
    <w:p w:rsidR="0049113F" w:rsidRPr="00866B5D" w:rsidRDefault="0049113F" w:rsidP="005B4FEE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Людмила Григорьевна долгие годы трудится в Мглинском ЦРБ  в должности медицинской сестры детской консультации. 17 июня она отметила свой 55-летний юбилей. Мы поздравляем ее с этой замечательной датой.</w:t>
      </w:r>
    </w:p>
    <w:p w:rsidR="0049113F" w:rsidRPr="00866B5D" w:rsidRDefault="0049113F" w:rsidP="005B4FEE">
      <w:pPr>
        <w:jc w:val="both"/>
        <w:rPr>
          <w:sz w:val="20"/>
          <w:szCs w:val="20"/>
        </w:rPr>
      </w:pPr>
    </w:p>
    <w:p w:rsidR="0049113F" w:rsidRPr="00866B5D" w:rsidRDefault="0049113F" w:rsidP="005B4FEE">
      <w:pPr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Антоненко Алла Александровна – медицинская сестра хирургического отделения .</w:t>
      </w:r>
    </w:p>
    <w:p w:rsidR="0049113F" w:rsidRPr="00866B5D" w:rsidRDefault="0049113F" w:rsidP="005B4FEE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В Мглинском ЦРБ работает  работает  в должности медицинской сестры хирургического отделения с 2000года. Имеет первую квалификационную категорию.</w:t>
      </w:r>
    </w:p>
    <w:p w:rsidR="0049113F" w:rsidRPr="00866B5D" w:rsidRDefault="0049113F" w:rsidP="005B4FEE">
      <w:pPr>
        <w:jc w:val="both"/>
        <w:rPr>
          <w:sz w:val="20"/>
          <w:szCs w:val="20"/>
        </w:rPr>
      </w:pPr>
    </w:p>
    <w:p w:rsidR="0049113F" w:rsidRPr="00866B5D" w:rsidRDefault="0049113F" w:rsidP="005B4FEE">
      <w:pPr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Хлопяник Людмила Евгеньевна - медицинская сестра хирургического отделения .</w:t>
      </w:r>
    </w:p>
    <w:p w:rsidR="0049113F" w:rsidRPr="00866B5D" w:rsidRDefault="0049113F" w:rsidP="005B4FEE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Людмила Евгеньевна</w:t>
      </w:r>
      <w:r w:rsidRPr="00866B5D">
        <w:rPr>
          <w:sz w:val="30"/>
          <w:szCs w:val="30"/>
          <w:u w:val="single"/>
        </w:rPr>
        <w:t xml:space="preserve"> </w:t>
      </w:r>
      <w:r w:rsidRPr="00866B5D">
        <w:rPr>
          <w:sz w:val="30"/>
          <w:szCs w:val="30"/>
        </w:rPr>
        <w:t>в Мглинском ЦРБ работает в должности медицинской сестры хирургического отделения с 1996г Имеет вторую квалификационную категорию.</w:t>
      </w:r>
    </w:p>
    <w:p w:rsidR="0049113F" w:rsidRPr="00866B5D" w:rsidRDefault="0049113F" w:rsidP="005B4FEE">
      <w:pPr>
        <w:jc w:val="both"/>
        <w:rPr>
          <w:sz w:val="20"/>
          <w:szCs w:val="20"/>
        </w:rPr>
      </w:pPr>
    </w:p>
    <w:p w:rsidR="0049113F" w:rsidRPr="00866B5D" w:rsidRDefault="0049113F" w:rsidP="005B4FEE">
      <w:pPr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Генина Галина Федоровна – медицинская сестра терапевтического отделения.</w:t>
      </w:r>
    </w:p>
    <w:p w:rsidR="0049113F" w:rsidRPr="00866B5D" w:rsidRDefault="0049113F" w:rsidP="00866403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Галина Федоровна  с 1985г работает в должности медицинской сестры терапевтического отделения. Имеет первую квалификационную категорию.</w:t>
      </w:r>
    </w:p>
    <w:p w:rsidR="0049113F" w:rsidRPr="00866B5D" w:rsidRDefault="0049113F" w:rsidP="00866403">
      <w:pPr>
        <w:jc w:val="both"/>
        <w:rPr>
          <w:sz w:val="20"/>
          <w:szCs w:val="20"/>
          <w:u w:val="single"/>
        </w:rPr>
      </w:pPr>
    </w:p>
    <w:p w:rsidR="0049113F" w:rsidRPr="00866B5D" w:rsidRDefault="0049113F" w:rsidP="005B4FEE">
      <w:pPr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Кондрат Евдокия Григорьевна – медицинская сестра инфекционного отделения.</w:t>
      </w:r>
    </w:p>
    <w:p w:rsidR="0049113F" w:rsidRPr="00866B5D" w:rsidRDefault="0049113F" w:rsidP="005B4FEE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Евдокия Григорьевна</w:t>
      </w:r>
      <w:r w:rsidRPr="00866B5D">
        <w:rPr>
          <w:sz w:val="30"/>
          <w:szCs w:val="30"/>
          <w:u w:val="single"/>
        </w:rPr>
        <w:t xml:space="preserve">  с</w:t>
      </w:r>
      <w:r w:rsidRPr="00866B5D">
        <w:rPr>
          <w:sz w:val="30"/>
          <w:szCs w:val="30"/>
        </w:rPr>
        <w:t xml:space="preserve"> 1982г работает в должности медицинской сестры инфекционного отделения. Имеет большой опыт работы и первую квалификационную категорию.</w:t>
      </w:r>
    </w:p>
    <w:p w:rsidR="0049113F" w:rsidRPr="00866B5D" w:rsidRDefault="0049113F" w:rsidP="005B4FEE">
      <w:pPr>
        <w:jc w:val="both"/>
        <w:rPr>
          <w:sz w:val="20"/>
          <w:szCs w:val="20"/>
          <w:u w:val="single"/>
        </w:rPr>
      </w:pPr>
    </w:p>
    <w:p w:rsidR="0049113F" w:rsidRPr="00866B5D" w:rsidRDefault="0049113F" w:rsidP="005B4FEE">
      <w:pPr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Разуванова Тамара Александровна – старшая медицинская сестра педиатрического отделения.</w:t>
      </w:r>
    </w:p>
    <w:p w:rsidR="0049113F" w:rsidRPr="00866B5D" w:rsidRDefault="0049113F" w:rsidP="005B4FEE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Тамара Александровна в Мглинском ЦРБ работает 1990г.Начала свою деятельность с должности медицинской сестры акушерского отделения. В настоящее время работает старшей медсестрой педиатрического отделения. Имеет первую квалификационную категорию.</w:t>
      </w:r>
    </w:p>
    <w:p w:rsidR="0049113F" w:rsidRPr="00866B5D" w:rsidRDefault="0049113F" w:rsidP="005B4FEE">
      <w:pPr>
        <w:jc w:val="both"/>
        <w:rPr>
          <w:sz w:val="20"/>
          <w:szCs w:val="20"/>
        </w:rPr>
      </w:pP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Закусило Татьяна Алексеевна</w:t>
      </w:r>
      <w:r w:rsidRPr="00866B5D">
        <w:rPr>
          <w:sz w:val="30"/>
          <w:szCs w:val="30"/>
        </w:rPr>
        <w:t xml:space="preserve"> – медицинская сестра психиатрического отделения.</w:t>
      </w: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Татьяна Алексеевна с 1991г. работает в Мглинской ЦРБ в должности медицинской сестры психиатрического отделения. Имеет высшую квалификационную категорию.</w:t>
      </w:r>
    </w:p>
    <w:p w:rsidR="0049113F" w:rsidRDefault="0049113F" w:rsidP="005668BF">
      <w:pPr>
        <w:jc w:val="both"/>
        <w:rPr>
          <w:sz w:val="20"/>
          <w:szCs w:val="20"/>
          <w:u w:val="single"/>
        </w:rPr>
      </w:pPr>
    </w:p>
    <w:p w:rsidR="0049113F" w:rsidRDefault="0049113F" w:rsidP="005668BF">
      <w:pPr>
        <w:jc w:val="both"/>
        <w:rPr>
          <w:sz w:val="20"/>
          <w:szCs w:val="20"/>
          <w:u w:val="single"/>
        </w:rPr>
      </w:pPr>
    </w:p>
    <w:p w:rsidR="0049113F" w:rsidRDefault="0049113F" w:rsidP="005668BF">
      <w:pPr>
        <w:jc w:val="both"/>
        <w:rPr>
          <w:sz w:val="20"/>
          <w:szCs w:val="20"/>
          <w:u w:val="single"/>
        </w:rPr>
      </w:pPr>
    </w:p>
    <w:p w:rsidR="0049113F" w:rsidRPr="00866B5D" w:rsidRDefault="0049113F" w:rsidP="005668BF">
      <w:pPr>
        <w:jc w:val="both"/>
        <w:rPr>
          <w:sz w:val="20"/>
          <w:szCs w:val="20"/>
          <w:u w:val="single"/>
        </w:rPr>
      </w:pP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Чуприк Анна Николаевна</w:t>
      </w:r>
      <w:r w:rsidRPr="00866B5D">
        <w:rPr>
          <w:sz w:val="30"/>
          <w:szCs w:val="30"/>
        </w:rPr>
        <w:t xml:space="preserve"> – медицинская сестра гинекологического отделения.</w:t>
      </w: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Анна Николаевна в Мглинском ЦРБ работает в должности медицинской сестры гинекологического отделения с 1985г. Имеет первую квалификационную категорию.</w:t>
      </w:r>
    </w:p>
    <w:p w:rsidR="0049113F" w:rsidRDefault="0049113F" w:rsidP="005B4FEE">
      <w:pPr>
        <w:jc w:val="both"/>
        <w:rPr>
          <w:sz w:val="30"/>
          <w:szCs w:val="30"/>
          <w:u w:val="single"/>
        </w:rPr>
      </w:pPr>
    </w:p>
    <w:p w:rsidR="0049113F" w:rsidRDefault="0049113F" w:rsidP="00866B5D">
      <w:pPr>
        <w:jc w:val="center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(фото)</w:t>
      </w:r>
    </w:p>
    <w:p w:rsidR="0049113F" w:rsidRPr="00866B5D" w:rsidRDefault="0049113F" w:rsidP="00866B5D">
      <w:pPr>
        <w:jc w:val="center"/>
        <w:rPr>
          <w:b/>
          <w:i/>
          <w:sz w:val="20"/>
          <w:szCs w:val="20"/>
        </w:rPr>
      </w:pPr>
    </w:p>
    <w:p w:rsidR="0049113F" w:rsidRPr="00866B5D" w:rsidRDefault="0049113F" w:rsidP="005E76B2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  Вед.2:        </w:t>
      </w:r>
      <w:r w:rsidRPr="00866B5D">
        <w:rPr>
          <w:sz w:val="30"/>
          <w:szCs w:val="30"/>
        </w:rPr>
        <w:t>Нуждаемся в заботе вашей все мы,</w:t>
      </w:r>
    </w:p>
    <w:p w:rsidR="0049113F" w:rsidRPr="00866B5D" w:rsidRDefault="0049113F" w:rsidP="005E76B2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 знаем, если вдруг придет беда,</w:t>
      </w:r>
    </w:p>
    <w:p w:rsidR="0049113F" w:rsidRPr="00866B5D" w:rsidRDefault="0049113F" w:rsidP="005E76B2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То, забывая про свои проблемы,</w:t>
      </w:r>
    </w:p>
    <w:p w:rsidR="0049113F" w:rsidRPr="00866B5D" w:rsidRDefault="0049113F" w:rsidP="005E76B2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На помощь медики придут всегда.</w:t>
      </w:r>
    </w:p>
    <w:p w:rsidR="0049113F" w:rsidRPr="00866B5D" w:rsidRDefault="0049113F" w:rsidP="005E76B2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В ваш праздник пожелаем вам здоровья,</w:t>
      </w:r>
    </w:p>
    <w:p w:rsidR="0049113F" w:rsidRPr="00866B5D" w:rsidRDefault="0049113F" w:rsidP="005E76B2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Чтоб пациенты на поправку шли,</w:t>
      </w:r>
    </w:p>
    <w:p w:rsidR="0049113F" w:rsidRPr="00866B5D" w:rsidRDefault="0049113F" w:rsidP="005E76B2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К своей работе относясь с любовью,</w:t>
      </w:r>
    </w:p>
    <w:p w:rsidR="0049113F" w:rsidRPr="00866B5D" w:rsidRDefault="0049113F" w:rsidP="005E76B2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Чтоб людям вы всегда добро несли!</w:t>
      </w:r>
    </w:p>
    <w:p w:rsidR="0049113F" w:rsidRPr="00866B5D" w:rsidRDefault="0049113F" w:rsidP="005E76B2">
      <w:pPr>
        <w:rPr>
          <w:sz w:val="20"/>
          <w:szCs w:val="20"/>
        </w:rPr>
      </w:pPr>
    </w:p>
    <w:p w:rsidR="0049113F" w:rsidRPr="00866B5D" w:rsidRDefault="0049113F" w:rsidP="005E76B2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Вед. 1: </w:t>
      </w:r>
      <w:r w:rsidRPr="00866B5D">
        <w:rPr>
          <w:sz w:val="30"/>
          <w:szCs w:val="30"/>
        </w:rPr>
        <w:t>С праздником Вас милые женщины! С Днем медика! Здоровья вам крепкого, счастья в личной жизни и успехов в вашем не легком деле! А эта песня пусть будет для вас подарком.</w:t>
      </w:r>
    </w:p>
    <w:p w:rsidR="0049113F" w:rsidRPr="00866B5D" w:rsidRDefault="0049113F" w:rsidP="005E76B2">
      <w:pPr>
        <w:rPr>
          <w:sz w:val="20"/>
          <w:szCs w:val="20"/>
        </w:rPr>
      </w:pPr>
    </w:p>
    <w:p w:rsidR="0049113F" w:rsidRPr="00866B5D" w:rsidRDefault="0049113F" w:rsidP="005E76B2">
      <w:pPr>
        <w:rPr>
          <w:sz w:val="30"/>
          <w:szCs w:val="30"/>
        </w:rPr>
      </w:pPr>
      <w:r w:rsidRPr="00866B5D">
        <w:rPr>
          <w:sz w:val="30"/>
          <w:szCs w:val="30"/>
        </w:rPr>
        <w:t>Х/Н_________________________________________________</w:t>
      </w:r>
    </w:p>
    <w:p w:rsidR="0049113F" w:rsidRPr="00866B5D" w:rsidRDefault="0049113F" w:rsidP="00516507">
      <w:pPr>
        <w:rPr>
          <w:sz w:val="20"/>
          <w:szCs w:val="20"/>
        </w:rPr>
      </w:pPr>
    </w:p>
    <w:p w:rsidR="0049113F" w:rsidRPr="00866B5D" w:rsidRDefault="0049113F" w:rsidP="001A3FA3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Вед. 2:        </w:t>
      </w:r>
      <w:r w:rsidRPr="00866B5D">
        <w:rPr>
          <w:sz w:val="30"/>
          <w:szCs w:val="30"/>
        </w:rPr>
        <w:t>Акушеры, педиатры и медсестры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С детства быть здоровым помогают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К медработникам мы рано или поздно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Все неоднократно попадаем.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Без отрыва от своей работы</w:t>
      </w:r>
    </w:p>
    <w:p w:rsidR="0049113F" w:rsidRPr="00866B5D" w:rsidRDefault="0049113F" w:rsidP="006A5F05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Праздник отмечаете сегодня.</w:t>
      </w:r>
    </w:p>
    <w:p w:rsidR="0049113F" w:rsidRPr="00866B5D" w:rsidRDefault="0049113F" w:rsidP="001A3FA3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                  </w:t>
      </w:r>
      <w:r w:rsidRPr="00866B5D">
        <w:rPr>
          <w:sz w:val="30"/>
          <w:szCs w:val="30"/>
        </w:rPr>
        <w:t>Пациентов окружаете заботой,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 справляетесь вы с этим превосходно.</w:t>
      </w:r>
    </w:p>
    <w:p w:rsidR="0049113F" w:rsidRPr="00866B5D" w:rsidRDefault="0049113F" w:rsidP="006A5F05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</w:t>
      </w:r>
      <w:r w:rsidRPr="00866B5D">
        <w:rPr>
          <w:b/>
          <w:sz w:val="30"/>
          <w:szCs w:val="30"/>
        </w:rPr>
        <w:t xml:space="preserve">                 </w:t>
      </w:r>
      <w:r w:rsidRPr="00866B5D">
        <w:rPr>
          <w:sz w:val="30"/>
          <w:szCs w:val="30"/>
        </w:rPr>
        <w:t>Пусть Вас не подводят инструменты,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Без проблем лекарства поступают,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 выздоровления приятные моменты</w:t>
      </w:r>
    </w:p>
    <w:p w:rsidR="0049113F" w:rsidRPr="00866B5D" w:rsidRDefault="0049113F" w:rsidP="00182947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Будни трудовые украшают.</w:t>
      </w:r>
    </w:p>
    <w:p w:rsidR="0049113F" w:rsidRPr="00866B5D" w:rsidRDefault="0049113F" w:rsidP="00516507">
      <w:pPr>
        <w:rPr>
          <w:b/>
          <w:sz w:val="20"/>
          <w:szCs w:val="20"/>
        </w:rPr>
      </w:pPr>
    </w:p>
    <w:p w:rsidR="0049113F" w:rsidRPr="00866B5D" w:rsidRDefault="0049113F" w:rsidP="00F64D66">
      <w:pPr>
        <w:rPr>
          <w:b/>
          <w:sz w:val="30"/>
          <w:szCs w:val="30"/>
        </w:rPr>
      </w:pPr>
      <w:r w:rsidRPr="00866B5D">
        <w:rPr>
          <w:b/>
          <w:sz w:val="30"/>
          <w:szCs w:val="30"/>
        </w:rPr>
        <w:t>Вед 1</w:t>
      </w:r>
      <w:r>
        <w:rPr>
          <w:b/>
          <w:sz w:val="30"/>
          <w:szCs w:val="30"/>
        </w:rPr>
        <w:t xml:space="preserve">: </w:t>
      </w:r>
      <w:r w:rsidRPr="00866B5D">
        <w:rPr>
          <w:b/>
          <w:sz w:val="30"/>
          <w:szCs w:val="30"/>
        </w:rPr>
        <w:t xml:space="preserve"> Почетной грамотой администрации Мглинского района и районного Совета народных депутатов и  ценным подарком  награждаются:</w:t>
      </w:r>
    </w:p>
    <w:p w:rsidR="0049113F" w:rsidRPr="00866B5D" w:rsidRDefault="0049113F" w:rsidP="00F64D66">
      <w:pPr>
        <w:rPr>
          <w:b/>
          <w:sz w:val="20"/>
          <w:szCs w:val="20"/>
          <w:u w:val="single"/>
        </w:rPr>
      </w:pPr>
    </w:p>
    <w:p w:rsidR="0049113F" w:rsidRPr="00866B5D" w:rsidRDefault="0049113F" w:rsidP="00F64D66">
      <w:pPr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 xml:space="preserve"> Гапонова Любовь Григорьевна</w:t>
      </w:r>
      <w:r w:rsidRPr="00866B5D">
        <w:rPr>
          <w:sz w:val="30"/>
          <w:szCs w:val="30"/>
        </w:rPr>
        <w:t xml:space="preserve"> – заведующая Попелевским фельдшерко-акушерским пунктом.</w:t>
      </w:r>
    </w:p>
    <w:p w:rsidR="0049113F" w:rsidRPr="00866B5D" w:rsidRDefault="0049113F" w:rsidP="00F64D66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 xml:space="preserve"> </w:t>
      </w:r>
      <w:r w:rsidRPr="00866B5D">
        <w:rPr>
          <w:sz w:val="30"/>
          <w:szCs w:val="30"/>
        </w:rPr>
        <w:t>Любовь Григорьевна  с 1987г. трудится  в должности заведующей Попелевским фельдшерско-акушерским пунктом. Имеет первую квалификационную категорию.</w:t>
      </w:r>
    </w:p>
    <w:p w:rsidR="0049113F" w:rsidRPr="00866B5D" w:rsidRDefault="0049113F" w:rsidP="00F64D66">
      <w:pPr>
        <w:jc w:val="both"/>
        <w:rPr>
          <w:sz w:val="30"/>
          <w:szCs w:val="30"/>
        </w:rPr>
      </w:pPr>
    </w:p>
    <w:p w:rsidR="0049113F" w:rsidRPr="00866B5D" w:rsidRDefault="0049113F" w:rsidP="005668BF">
      <w:pPr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Жукова Александра Петровна</w:t>
      </w:r>
      <w:r w:rsidRPr="00866B5D">
        <w:rPr>
          <w:sz w:val="30"/>
          <w:szCs w:val="30"/>
        </w:rPr>
        <w:t xml:space="preserve"> – заведующая Молодьковским фельдшерско акушерским пунктом</w:t>
      </w:r>
    </w:p>
    <w:p w:rsidR="0049113F" w:rsidRPr="00866B5D" w:rsidRDefault="0049113F" w:rsidP="005668BF">
      <w:pPr>
        <w:rPr>
          <w:sz w:val="30"/>
          <w:szCs w:val="30"/>
        </w:rPr>
      </w:pPr>
      <w:r w:rsidRPr="00866B5D">
        <w:rPr>
          <w:sz w:val="30"/>
          <w:szCs w:val="30"/>
        </w:rPr>
        <w:t>В  должности заведующей Молодьковским  фельдшерско-акушерским пунктом Александра Петровна трудится  с 1985г.</w:t>
      </w:r>
    </w:p>
    <w:p w:rsidR="0049113F" w:rsidRPr="00866B5D" w:rsidRDefault="0049113F" w:rsidP="005668BF">
      <w:pPr>
        <w:rPr>
          <w:sz w:val="30"/>
          <w:szCs w:val="30"/>
        </w:rPr>
      </w:pPr>
      <w:r w:rsidRPr="00866B5D">
        <w:rPr>
          <w:sz w:val="30"/>
          <w:szCs w:val="30"/>
        </w:rPr>
        <w:t>Имеет первую квалификационную категорию.</w:t>
      </w:r>
    </w:p>
    <w:p w:rsidR="0049113F" w:rsidRPr="00866B5D" w:rsidRDefault="0049113F" w:rsidP="005668BF">
      <w:pPr>
        <w:rPr>
          <w:sz w:val="20"/>
          <w:szCs w:val="20"/>
          <w:u w:val="single"/>
        </w:rPr>
      </w:pPr>
    </w:p>
    <w:p w:rsidR="0049113F" w:rsidRPr="00866B5D" w:rsidRDefault="0049113F" w:rsidP="005668BF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>Куриленко Любовь Никандровна</w:t>
      </w:r>
      <w:r w:rsidRPr="00866B5D">
        <w:rPr>
          <w:sz w:val="30"/>
          <w:szCs w:val="30"/>
        </w:rPr>
        <w:t>- фельдшер Осколковской врачебной амбулатории</w:t>
      </w:r>
    </w:p>
    <w:p w:rsidR="0049113F" w:rsidRDefault="0049113F" w:rsidP="00097D4D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В Мглинском ЦРБ работает с 1980г в должности фельдшера Осколковской врачебной амбулатории. Имеет первую квалификационную категорию.</w:t>
      </w:r>
    </w:p>
    <w:p w:rsidR="0049113F" w:rsidRPr="00BA687B" w:rsidRDefault="0049113F" w:rsidP="00097D4D">
      <w:pPr>
        <w:jc w:val="both"/>
        <w:rPr>
          <w:sz w:val="30"/>
          <w:szCs w:val="30"/>
          <w:u w:val="single"/>
        </w:rPr>
      </w:pPr>
    </w:p>
    <w:p w:rsidR="0049113F" w:rsidRDefault="0049113F" w:rsidP="00097D4D">
      <w:pPr>
        <w:jc w:val="both"/>
        <w:rPr>
          <w:sz w:val="30"/>
          <w:szCs w:val="30"/>
        </w:rPr>
      </w:pPr>
      <w:r w:rsidRPr="00BA687B">
        <w:rPr>
          <w:sz w:val="30"/>
          <w:szCs w:val="30"/>
          <w:u w:val="single"/>
        </w:rPr>
        <w:t>Протченко Екатерина Ивановна</w:t>
      </w:r>
      <w:r>
        <w:rPr>
          <w:sz w:val="30"/>
          <w:szCs w:val="30"/>
        </w:rPr>
        <w:t xml:space="preserve"> – фельдшер скорой помощи Мглинской ЦРБ</w:t>
      </w:r>
    </w:p>
    <w:p w:rsidR="0049113F" w:rsidRPr="00866B5D" w:rsidRDefault="0049113F" w:rsidP="00097D4D">
      <w:pPr>
        <w:jc w:val="both"/>
        <w:rPr>
          <w:sz w:val="30"/>
          <w:szCs w:val="30"/>
        </w:rPr>
      </w:pPr>
    </w:p>
    <w:p w:rsidR="0049113F" w:rsidRPr="00866B5D" w:rsidRDefault="0049113F" w:rsidP="00097D4D">
      <w:pPr>
        <w:jc w:val="both"/>
        <w:rPr>
          <w:sz w:val="20"/>
          <w:szCs w:val="20"/>
          <w:u w:val="single"/>
        </w:rPr>
      </w:pPr>
    </w:p>
    <w:p w:rsidR="0049113F" w:rsidRPr="00866B5D" w:rsidRDefault="0049113F" w:rsidP="00097D4D">
      <w:pPr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  <w:u w:val="single"/>
        </w:rPr>
        <w:t>Поцепай Зоя Семеновна</w:t>
      </w:r>
      <w:r w:rsidRPr="00866B5D">
        <w:rPr>
          <w:sz w:val="30"/>
          <w:szCs w:val="30"/>
        </w:rPr>
        <w:t xml:space="preserve"> –  рентгенлаборант Мглинской ЦРБ.</w:t>
      </w:r>
    </w:p>
    <w:p w:rsidR="0049113F" w:rsidRPr="00866B5D" w:rsidRDefault="0049113F" w:rsidP="00097D4D">
      <w:pPr>
        <w:jc w:val="both"/>
        <w:rPr>
          <w:sz w:val="30"/>
          <w:szCs w:val="30"/>
          <w:u w:val="single"/>
        </w:rPr>
      </w:pPr>
      <w:r w:rsidRPr="00866B5D">
        <w:rPr>
          <w:sz w:val="30"/>
          <w:szCs w:val="30"/>
        </w:rPr>
        <w:t>Зоя Семеновна в Мглинском ЦРБ работает с 1992г. в должности рентгенолаборанта.</w:t>
      </w: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Имеет первую квалификационную категорию.</w:t>
      </w:r>
    </w:p>
    <w:p w:rsidR="0049113F" w:rsidRPr="00866B5D" w:rsidRDefault="0049113F" w:rsidP="005668BF">
      <w:pPr>
        <w:jc w:val="both"/>
        <w:rPr>
          <w:sz w:val="20"/>
          <w:szCs w:val="20"/>
          <w:u w:val="single"/>
        </w:rPr>
      </w:pPr>
    </w:p>
    <w:p w:rsidR="0049113F" w:rsidRPr="00866B5D" w:rsidRDefault="0049113F" w:rsidP="00097D4D">
      <w:pPr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Ицкова Людмила Дмитриевна</w:t>
      </w:r>
      <w:r w:rsidRPr="00866B5D">
        <w:rPr>
          <w:sz w:val="30"/>
          <w:szCs w:val="30"/>
        </w:rPr>
        <w:t xml:space="preserve"> – медицинская сестра, помощник врача </w:t>
      </w:r>
      <w:r>
        <w:rPr>
          <w:sz w:val="30"/>
          <w:szCs w:val="30"/>
        </w:rPr>
        <w:t>-</w:t>
      </w:r>
      <w:r w:rsidRPr="00866B5D">
        <w:rPr>
          <w:sz w:val="30"/>
          <w:szCs w:val="30"/>
        </w:rPr>
        <w:t>эпидемиолога.</w:t>
      </w:r>
    </w:p>
    <w:p w:rsidR="0049113F" w:rsidRPr="00866B5D" w:rsidRDefault="0049113F" w:rsidP="00F64D66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Людмила Дмитриевна в Мглинском ЦРБ работает в должности помощника врача –эпидемиолога. Имеет первую квалификационную категорию.</w:t>
      </w:r>
    </w:p>
    <w:p w:rsidR="0049113F" w:rsidRPr="00866B5D" w:rsidRDefault="0049113F" w:rsidP="00F64D66">
      <w:pPr>
        <w:jc w:val="both"/>
        <w:rPr>
          <w:sz w:val="20"/>
          <w:szCs w:val="20"/>
        </w:rPr>
      </w:pP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Шилина Анна Михайловна</w:t>
      </w:r>
      <w:r w:rsidRPr="00866B5D">
        <w:rPr>
          <w:sz w:val="30"/>
          <w:szCs w:val="30"/>
        </w:rPr>
        <w:t xml:space="preserve"> – фармацевт аптеки №39.</w:t>
      </w: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Анна Михайловна много лет трудится в аптеки №39. Зарекомендовала себя как добросовестный работник и профессионал своего дела.</w:t>
      </w:r>
    </w:p>
    <w:p w:rsidR="0049113F" w:rsidRPr="00866B5D" w:rsidRDefault="0049113F" w:rsidP="005668BF">
      <w:pPr>
        <w:jc w:val="both"/>
        <w:rPr>
          <w:sz w:val="20"/>
          <w:szCs w:val="20"/>
        </w:rPr>
      </w:pP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  <w:u w:val="single"/>
        </w:rPr>
        <w:t>Кашликова Светлана Михайловна</w:t>
      </w:r>
      <w:r w:rsidRPr="00866B5D">
        <w:rPr>
          <w:sz w:val="30"/>
          <w:szCs w:val="30"/>
        </w:rPr>
        <w:t xml:space="preserve"> – продавец консультант аптеки </w:t>
      </w: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>№ 136.</w:t>
      </w:r>
    </w:p>
    <w:p w:rsidR="0049113F" w:rsidRPr="00866B5D" w:rsidRDefault="0049113F" w:rsidP="005668BF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Светлана Михайловна трудится в аптеке № 136 </w:t>
      </w:r>
      <w:r>
        <w:rPr>
          <w:sz w:val="30"/>
          <w:szCs w:val="30"/>
        </w:rPr>
        <w:t xml:space="preserve"> </w:t>
      </w:r>
      <w:r w:rsidRPr="00866B5D">
        <w:rPr>
          <w:sz w:val="30"/>
          <w:szCs w:val="30"/>
        </w:rPr>
        <w:t>22года. Это ответственный и добросовестный работник.</w:t>
      </w:r>
    </w:p>
    <w:p w:rsidR="0049113F" w:rsidRPr="00866B5D" w:rsidRDefault="0049113F" w:rsidP="001A3FA3">
      <w:pPr>
        <w:rPr>
          <w:b/>
          <w:sz w:val="28"/>
          <w:szCs w:val="28"/>
        </w:rPr>
      </w:pPr>
    </w:p>
    <w:p w:rsidR="0049113F" w:rsidRDefault="0049113F" w:rsidP="00866B5D">
      <w:pPr>
        <w:jc w:val="center"/>
        <w:rPr>
          <w:b/>
          <w:i/>
          <w:sz w:val="28"/>
          <w:szCs w:val="28"/>
        </w:rPr>
      </w:pPr>
      <w:r w:rsidRPr="00866B5D">
        <w:rPr>
          <w:b/>
          <w:i/>
          <w:sz w:val="28"/>
          <w:szCs w:val="28"/>
        </w:rPr>
        <w:t>(фото)</w:t>
      </w:r>
    </w:p>
    <w:p w:rsidR="0049113F" w:rsidRPr="00866B5D" w:rsidRDefault="0049113F" w:rsidP="00866B5D">
      <w:pPr>
        <w:jc w:val="center"/>
        <w:rPr>
          <w:b/>
          <w:i/>
          <w:sz w:val="20"/>
          <w:szCs w:val="20"/>
        </w:rPr>
      </w:pPr>
    </w:p>
    <w:p w:rsidR="0049113F" w:rsidRPr="00866B5D" w:rsidRDefault="0049113F" w:rsidP="001A3FA3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Вед. 1:        </w:t>
      </w:r>
      <w:r w:rsidRPr="00866B5D">
        <w:rPr>
          <w:sz w:val="30"/>
          <w:szCs w:val="30"/>
        </w:rPr>
        <w:t>День медика встречаем мы сегодня,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Известно, что на свете не найти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Профессии полезней, благородней.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Удачи вам на жизненном пути,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Чтоб не жалели вы своих стараний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На благо тех, кто доверяет вам,</w:t>
      </w:r>
    </w:p>
    <w:p w:rsidR="0049113F" w:rsidRPr="00866B5D" w:rsidRDefault="0049113F" w:rsidP="001A3FA3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Здоровья, исполнения желаний,</w:t>
      </w:r>
    </w:p>
    <w:p w:rsidR="0049113F" w:rsidRPr="00866B5D" w:rsidRDefault="0049113F" w:rsidP="000B5245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Успехов мы желаем Вам!</w:t>
      </w:r>
    </w:p>
    <w:p w:rsidR="0049113F" w:rsidRPr="00866B5D" w:rsidRDefault="0049113F" w:rsidP="001A3FA3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Для вас в подарок звучит песня.</w:t>
      </w:r>
    </w:p>
    <w:p w:rsidR="0049113F" w:rsidRPr="00866B5D" w:rsidRDefault="0049113F" w:rsidP="00156AC2">
      <w:pPr>
        <w:rPr>
          <w:b/>
          <w:sz w:val="30"/>
          <w:szCs w:val="30"/>
        </w:rPr>
      </w:pPr>
    </w:p>
    <w:p w:rsidR="0049113F" w:rsidRPr="00866B5D" w:rsidRDefault="0049113F" w:rsidP="00156AC2">
      <w:pPr>
        <w:rPr>
          <w:sz w:val="30"/>
          <w:szCs w:val="30"/>
        </w:rPr>
      </w:pPr>
      <w:r w:rsidRPr="00866B5D">
        <w:rPr>
          <w:sz w:val="30"/>
          <w:szCs w:val="30"/>
        </w:rPr>
        <w:t>Н/Х___________________________________________________________</w:t>
      </w:r>
    </w:p>
    <w:p w:rsidR="0049113F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</w:t>
      </w:r>
      <w:bookmarkStart w:id="0" w:name="_GoBack"/>
      <w:bookmarkEnd w:id="0"/>
    </w:p>
    <w:p w:rsidR="0049113F" w:rsidRDefault="0049113F" w:rsidP="00305C42">
      <w:pPr>
        <w:jc w:val="both"/>
        <w:rPr>
          <w:sz w:val="30"/>
          <w:szCs w:val="30"/>
        </w:rPr>
      </w:pPr>
    </w:p>
    <w:p w:rsidR="0049113F" w:rsidRDefault="0049113F" w:rsidP="00305C42">
      <w:pPr>
        <w:jc w:val="both"/>
        <w:rPr>
          <w:sz w:val="30"/>
          <w:szCs w:val="30"/>
        </w:rPr>
      </w:pP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</w:t>
      </w:r>
      <w:r w:rsidRPr="00866B5D">
        <w:rPr>
          <w:b/>
          <w:sz w:val="30"/>
          <w:szCs w:val="30"/>
        </w:rPr>
        <w:t>Вед.1</w:t>
      </w:r>
      <w:r w:rsidRPr="00866B5D">
        <w:rPr>
          <w:sz w:val="30"/>
          <w:szCs w:val="30"/>
        </w:rPr>
        <w:t>:  Так было, есть, и верим, будет.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Идут, идут к вам без конца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Израненные жизнью люди,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И вы им лечите сердца.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Такая вот у вас работа,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Что стала вашею судьбой: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Вниманьем, добротой, заботой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Снимаете чужую боль.</w:t>
      </w:r>
    </w:p>
    <w:p w:rsidR="0049113F" w:rsidRPr="00866B5D" w:rsidRDefault="0049113F" w:rsidP="00305C42">
      <w:pPr>
        <w:jc w:val="both"/>
        <w:rPr>
          <w:b/>
          <w:sz w:val="20"/>
          <w:szCs w:val="20"/>
        </w:rPr>
      </w:pP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b/>
          <w:sz w:val="30"/>
          <w:szCs w:val="30"/>
        </w:rPr>
        <w:t>Вед 2:</w:t>
      </w:r>
      <w:r w:rsidRPr="00866B5D">
        <w:rPr>
          <w:sz w:val="30"/>
          <w:szCs w:val="30"/>
        </w:rPr>
        <w:t xml:space="preserve"> У вас на каждого больного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Надежды хватит про запас: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Улыбки расцветают снова,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И отступает страх из глаз!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И каждый снова в мир влюбленный!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А поезд жизни дальше мчит!</w:t>
      </w:r>
    </w:p>
    <w:p w:rsidR="0049113F" w:rsidRPr="00866B5D" w:rsidRDefault="0049113F" w:rsidP="00305C42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И в каждом сердце обновленном</w:t>
      </w:r>
    </w:p>
    <w:p w:rsidR="0049113F" w:rsidRDefault="0049113F" w:rsidP="00427735">
      <w:pPr>
        <w:jc w:val="both"/>
        <w:rPr>
          <w:sz w:val="30"/>
          <w:szCs w:val="30"/>
        </w:rPr>
      </w:pPr>
      <w:r w:rsidRPr="00866B5D">
        <w:rPr>
          <w:sz w:val="30"/>
          <w:szCs w:val="30"/>
        </w:rPr>
        <w:t xml:space="preserve">           Частичка вашего стучит.</w:t>
      </w:r>
    </w:p>
    <w:p w:rsidR="0049113F" w:rsidRPr="00FC6E5A" w:rsidRDefault="0049113F" w:rsidP="00427735">
      <w:pPr>
        <w:jc w:val="both"/>
        <w:rPr>
          <w:sz w:val="20"/>
          <w:szCs w:val="20"/>
        </w:rPr>
      </w:pPr>
    </w:p>
    <w:p w:rsidR="0049113F" w:rsidRDefault="0049113F" w:rsidP="00F27548">
      <w:pPr>
        <w:jc w:val="both"/>
        <w:rPr>
          <w:sz w:val="30"/>
          <w:szCs w:val="30"/>
        </w:rPr>
      </w:pPr>
      <w:r w:rsidRPr="00866B5D">
        <w:rPr>
          <w:b/>
          <w:sz w:val="30"/>
          <w:szCs w:val="30"/>
        </w:rPr>
        <w:t>Вед.1</w:t>
      </w:r>
      <w:r w:rsidRPr="00866B5D">
        <w:rPr>
          <w:sz w:val="30"/>
          <w:szCs w:val="30"/>
        </w:rPr>
        <w:t>:   В этот замечательный июньский день мы не можем оставить  без внимания административно- хозяйственную службу и младший медицинский персонал  нашего здравоохранения. Мы поздравляем их с днем медицинского работника и говорим им огромное спасибо за их чуткость и доброту, за понимание и ласку, за тяжелый каждодневный труд.</w:t>
      </w:r>
    </w:p>
    <w:p w:rsidR="0049113F" w:rsidRPr="00FC6E5A" w:rsidRDefault="0049113F" w:rsidP="00F27548">
      <w:pPr>
        <w:jc w:val="both"/>
        <w:rPr>
          <w:sz w:val="20"/>
          <w:szCs w:val="20"/>
        </w:rPr>
      </w:pPr>
    </w:p>
    <w:p w:rsidR="0049113F" w:rsidRDefault="0049113F" w:rsidP="00FC6E5A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>Вед. 2 Почетной грамотой  администрации Мглинского района и районного Совета народных депутатов  и ценным подарком награждаются работники административно-хозяйственой службы Мглинской ЦРБ:</w:t>
      </w:r>
      <w:r w:rsidRPr="00866B5D">
        <w:rPr>
          <w:sz w:val="30"/>
          <w:szCs w:val="30"/>
        </w:rPr>
        <w:t xml:space="preserve"> </w:t>
      </w:r>
    </w:p>
    <w:p w:rsidR="0049113F" w:rsidRPr="00FC6E5A" w:rsidRDefault="0049113F" w:rsidP="00FC6E5A">
      <w:pPr>
        <w:rPr>
          <w:sz w:val="20"/>
          <w:szCs w:val="20"/>
          <w:u w:val="single"/>
        </w:rPr>
      </w:pPr>
    </w:p>
    <w:p w:rsidR="0049113F" w:rsidRPr="00866B5D" w:rsidRDefault="0049113F" w:rsidP="00710A6A">
      <w:pPr>
        <w:rPr>
          <w:sz w:val="30"/>
          <w:szCs w:val="30"/>
        </w:rPr>
      </w:pPr>
      <w:r w:rsidRPr="00FC6E5A">
        <w:rPr>
          <w:sz w:val="30"/>
          <w:szCs w:val="30"/>
          <w:u w:val="single"/>
        </w:rPr>
        <w:t>Гарбузова Наталья Алексеевна</w:t>
      </w:r>
      <w:r w:rsidRPr="00866B5D">
        <w:rPr>
          <w:sz w:val="30"/>
          <w:szCs w:val="30"/>
        </w:rPr>
        <w:t xml:space="preserve"> – заместитель главного </w:t>
      </w:r>
    </w:p>
    <w:p w:rsidR="0049113F" w:rsidRPr="00866B5D" w:rsidRDefault="0049113F" w:rsidP="00710A6A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        бухгалтера    ЦРБ. </w:t>
      </w:r>
    </w:p>
    <w:p w:rsidR="0049113F" w:rsidRPr="00866B5D" w:rsidRDefault="0049113F" w:rsidP="00710A6A">
      <w:pPr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Pr="00866B5D">
        <w:rPr>
          <w:sz w:val="30"/>
          <w:szCs w:val="30"/>
        </w:rPr>
        <w:t xml:space="preserve">Наталья Алексеевна 6 лет трудилась в больнице бухгалтером, </w:t>
      </w:r>
      <w:r>
        <w:rPr>
          <w:sz w:val="30"/>
          <w:szCs w:val="30"/>
        </w:rPr>
        <w:t xml:space="preserve"> </w:t>
      </w:r>
      <w:r w:rsidRPr="00866B5D">
        <w:rPr>
          <w:sz w:val="30"/>
          <w:szCs w:val="30"/>
        </w:rPr>
        <w:t>а в    2013 году была назначена  на должность заместителя  главного бухгалтера.</w:t>
      </w:r>
    </w:p>
    <w:p w:rsidR="0049113F" w:rsidRPr="00FC6E5A" w:rsidRDefault="0049113F" w:rsidP="00710A6A">
      <w:pPr>
        <w:rPr>
          <w:sz w:val="20"/>
          <w:szCs w:val="20"/>
        </w:rPr>
      </w:pPr>
    </w:p>
    <w:p w:rsidR="0049113F" w:rsidRPr="00866B5D" w:rsidRDefault="0049113F" w:rsidP="00FC6E5A">
      <w:pPr>
        <w:rPr>
          <w:sz w:val="30"/>
          <w:szCs w:val="30"/>
        </w:rPr>
      </w:pPr>
      <w:r w:rsidRPr="00FC6E5A">
        <w:rPr>
          <w:sz w:val="30"/>
          <w:szCs w:val="30"/>
          <w:u w:val="single"/>
        </w:rPr>
        <w:t>Васильев Александр Иванович</w:t>
      </w:r>
      <w:r w:rsidRPr="00866B5D">
        <w:rPr>
          <w:sz w:val="30"/>
          <w:szCs w:val="30"/>
        </w:rPr>
        <w:t xml:space="preserve"> – водитель ЦРБ. </w:t>
      </w:r>
    </w:p>
    <w:p w:rsidR="0049113F" w:rsidRPr="00866B5D" w:rsidRDefault="0049113F" w:rsidP="00710A6A">
      <w:pPr>
        <w:ind w:left="360"/>
        <w:rPr>
          <w:sz w:val="30"/>
          <w:szCs w:val="30"/>
        </w:rPr>
      </w:pPr>
      <w:r w:rsidRPr="00866B5D">
        <w:rPr>
          <w:sz w:val="30"/>
          <w:szCs w:val="30"/>
        </w:rPr>
        <w:t xml:space="preserve">    Александр Иванович 23 года трудится водителем ЦРБ.</w:t>
      </w:r>
    </w:p>
    <w:p w:rsidR="0049113F" w:rsidRPr="00FC6E5A" w:rsidRDefault="0049113F" w:rsidP="00710A6A">
      <w:pPr>
        <w:ind w:left="360"/>
        <w:rPr>
          <w:sz w:val="20"/>
          <w:szCs w:val="20"/>
          <w:u w:val="single"/>
        </w:rPr>
      </w:pPr>
    </w:p>
    <w:p w:rsidR="0049113F" w:rsidRPr="00866B5D" w:rsidRDefault="0049113F" w:rsidP="00FC6E5A">
      <w:pPr>
        <w:rPr>
          <w:b/>
          <w:sz w:val="30"/>
          <w:szCs w:val="30"/>
        </w:rPr>
      </w:pPr>
      <w:r w:rsidRPr="00FC6E5A">
        <w:rPr>
          <w:sz w:val="30"/>
          <w:szCs w:val="30"/>
          <w:u w:val="single"/>
        </w:rPr>
        <w:t>Зайцева Алла Николаевна</w:t>
      </w:r>
      <w:r w:rsidRPr="00866B5D">
        <w:rPr>
          <w:sz w:val="30"/>
          <w:szCs w:val="30"/>
        </w:rPr>
        <w:t xml:space="preserve"> – повар Мглинской ЦРБ,</w:t>
      </w:r>
    </w:p>
    <w:p w:rsidR="0049113F" w:rsidRPr="00866B5D" w:rsidRDefault="0049113F" w:rsidP="00710A6A">
      <w:pPr>
        <w:ind w:left="360"/>
        <w:rPr>
          <w:sz w:val="30"/>
          <w:szCs w:val="30"/>
        </w:rPr>
      </w:pPr>
      <w:r>
        <w:rPr>
          <w:sz w:val="30"/>
          <w:szCs w:val="30"/>
        </w:rPr>
        <w:t xml:space="preserve">    18 лет</w:t>
      </w:r>
      <w:r w:rsidRPr="00866B5D">
        <w:rPr>
          <w:sz w:val="30"/>
          <w:szCs w:val="30"/>
        </w:rPr>
        <w:t xml:space="preserve"> Алла Николаевна трудится поваром в нашей </w:t>
      </w:r>
      <w:r>
        <w:rPr>
          <w:sz w:val="30"/>
          <w:szCs w:val="30"/>
        </w:rPr>
        <w:t xml:space="preserve"> </w:t>
      </w:r>
      <w:r w:rsidRPr="00866B5D">
        <w:rPr>
          <w:sz w:val="30"/>
          <w:szCs w:val="30"/>
        </w:rPr>
        <w:t>районной больнице.</w:t>
      </w:r>
    </w:p>
    <w:p w:rsidR="0049113F" w:rsidRPr="00FC6E5A" w:rsidRDefault="0049113F" w:rsidP="00710A6A">
      <w:pPr>
        <w:ind w:left="360"/>
        <w:rPr>
          <w:b/>
          <w:sz w:val="20"/>
          <w:szCs w:val="20"/>
        </w:rPr>
      </w:pPr>
    </w:p>
    <w:p w:rsidR="0049113F" w:rsidRPr="00866B5D" w:rsidRDefault="0049113F" w:rsidP="00FC6E5A">
      <w:pPr>
        <w:rPr>
          <w:sz w:val="30"/>
          <w:szCs w:val="30"/>
        </w:rPr>
      </w:pPr>
      <w:r w:rsidRPr="00FC6E5A">
        <w:rPr>
          <w:sz w:val="30"/>
          <w:szCs w:val="30"/>
          <w:u w:val="single"/>
        </w:rPr>
        <w:t>Анищенко Алла Николаевна</w:t>
      </w:r>
      <w:r w:rsidRPr="00866B5D">
        <w:rPr>
          <w:sz w:val="30"/>
          <w:szCs w:val="30"/>
        </w:rPr>
        <w:t xml:space="preserve"> – санитарка ЦРБ.</w:t>
      </w:r>
    </w:p>
    <w:p w:rsidR="0049113F" w:rsidRPr="00866B5D" w:rsidRDefault="0049113F" w:rsidP="00710A6A">
      <w:pPr>
        <w:ind w:left="360"/>
        <w:rPr>
          <w:sz w:val="30"/>
          <w:szCs w:val="30"/>
        </w:rPr>
      </w:pPr>
      <w:r w:rsidRPr="00866B5D">
        <w:rPr>
          <w:sz w:val="30"/>
          <w:szCs w:val="30"/>
        </w:rPr>
        <w:t xml:space="preserve">    Алла Николаевна трудится санитаркой хирургического отделения   нашей больницы –ее стаж работы составляет 16лет.</w:t>
      </w:r>
    </w:p>
    <w:p w:rsidR="0049113F" w:rsidRPr="00FC6E5A" w:rsidRDefault="0049113F" w:rsidP="00710A6A">
      <w:pPr>
        <w:ind w:left="360"/>
        <w:rPr>
          <w:sz w:val="20"/>
          <w:szCs w:val="20"/>
        </w:rPr>
      </w:pPr>
    </w:p>
    <w:p w:rsidR="0049113F" w:rsidRPr="00866B5D" w:rsidRDefault="0049113F" w:rsidP="00FC6E5A">
      <w:pPr>
        <w:rPr>
          <w:sz w:val="30"/>
          <w:szCs w:val="30"/>
        </w:rPr>
      </w:pPr>
      <w:r w:rsidRPr="00FC6E5A">
        <w:rPr>
          <w:sz w:val="30"/>
          <w:szCs w:val="30"/>
          <w:u w:val="single"/>
        </w:rPr>
        <w:t>Курашко Раиса Ивановна</w:t>
      </w:r>
      <w:r w:rsidRPr="00866B5D">
        <w:rPr>
          <w:sz w:val="30"/>
          <w:szCs w:val="30"/>
        </w:rPr>
        <w:t xml:space="preserve"> – санитарка ЦРБ.</w:t>
      </w:r>
    </w:p>
    <w:p w:rsidR="0049113F" w:rsidRPr="00866B5D" w:rsidRDefault="0049113F" w:rsidP="00710A6A">
      <w:pPr>
        <w:ind w:left="360"/>
        <w:rPr>
          <w:sz w:val="30"/>
          <w:szCs w:val="30"/>
        </w:rPr>
      </w:pPr>
      <w:r w:rsidRPr="00866B5D">
        <w:rPr>
          <w:sz w:val="30"/>
          <w:szCs w:val="30"/>
        </w:rPr>
        <w:t xml:space="preserve">     Раиса Ивановна вот уже 21 год трудится санитаркой поликлиники.</w:t>
      </w:r>
    </w:p>
    <w:p w:rsidR="0049113F" w:rsidRPr="00866B5D" w:rsidRDefault="0049113F" w:rsidP="00FC6E5A">
      <w:pPr>
        <w:rPr>
          <w:sz w:val="30"/>
          <w:szCs w:val="30"/>
        </w:rPr>
      </w:pPr>
      <w:r w:rsidRPr="00FC6E5A">
        <w:rPr>
          <w:sz w:val="30"/>
          <w:szCs w:val="30"/>
          <w:u w:val="single"/>
        </w:rPr>
        <w:t>Иванова Елена Николаевна</w:t>
      </w:r>
      <w:r w:rsidRPr="00866B5D">
        <w:rPr>
          <w:sz w:val="30"/>
          <w:szCs w:val="30"/>
        </w:rPr>
        <w:t xml:space="preserve"> – санитарка ЦРБ. </w:t>
      </w:r>
    </w:p>
    <w:p w:rsidR="0049113F" w:rsidRDefault="0049113F" w:rsidP="00710A6A">
      <w:pPr>
        <w:ind w:left="360"/>
        <w:rPr>
          <w:sz w:val="30"/>
          <w:szCs w:val="30"/>
        </w:rPr>
      </w:pPr>
      <w:r w:rsidRPr="00866B5D">
        <w:rPr>
          <w:sz w:val="30"/>
          <w:szCs w:val="30"/>
        </w:rPr>
        <w:t xml:space="preserve">    Елена      Николаевна с 2004года трудится в операционном</w:t>
      </w:r>
      <w:r>
        <w:rPr>
          <w:sz w:val="30"/>
          <w:szCs w:val="30"/>
        </w:rPr>
        <w:t xml:space="preserve"> </w:t>
      </w:r>
      <w:r w:rsidRPr="00866B5D">
        <w:rPr>
          <w:sz w:val="30"/>
          <w:szCs w:val="30"/>
        </w:rPr>
        <w:t xml:space="preserve"> блоке ЦРБ.</w:t>
      </w:r>
    </w:p>
    <w:p w:rsidR="0049113F" w:rsidRPr="00FC6E5A" w:rsidRDefault="0049113F" w:rsidP="00710A6A">
      <w:pPr>
        <w:ind w:left="360"/>
        <w:rPr>
          <w:sz w:val="20"/>
          <w:szCs w:val="20"/>
        </w:rPr>
      </w:pPr>
    </w:p>
    <w:p w:rsidR="0049113F" w:rsidRPr="00866B5D" w:rsidRDefault="0049113F" w:rsidP="00FC6E5A">
      <w:pPr>
        <w:rPr>
          <w:sz w:val="30"/>
          <w:szCs w:val="30"/>
        </w:rPr>
      </w:pPr>
      <w:r w:rsidRPr="00FC6E5A">
        <w:rPr>
          <w:sz w:val="30"/>
          <w:szCs w:val="30"/>
          <w:u w:val="single"/>
        </w:rPr>
        <w:t>Монченко Валентина Ивановна</w:t>
      </w:r>
      <w:r>
        <w:rPr>
          <w:sz w:val="30"/>
          <w:szCs w:val="30"/>
        </w:rPr>
        <w:t xml:space="preserve">  - </w:t>
      </w:r>
      <w:r w:rsidRPr="00866B5D">
        <w:rPr>
          <w:sz w:val="30"/>
          <w:szCs w:val="30"/>
        </w:rPr>
        <w:t xml:space="preserve">санитарка ЦРБ. </w:t>
      </w:r>
    </w:p>
    <w:p w:rsidR="0049113F" w:rsidRDefault="0049113F" w:rsidP="00427735">
      <w:pPr>
        <w:ind w:left="360"/>
        <w:rPr>
          <w:sz w:val="30"/>
          <w:szCs w:val="30"/>
        </w:rPr>
      </w:pPr>
      <w:r w:rsidRPr="00866B5D">
        <w:rPr>
          <w:sz w:val="30"/>
          <w:szCs w:val="30"/>
        </w:rPr>
        <w:t xml:space="preserve">    Валентина Ивановна с 2005г трудится санитаркой </w:t>
      </w:r>
      <w:r>
        <w:rPr>
          <w:sz w:val="30"/>
          <w:szCs w:val="30"/>
        </w:rPr>
        <w:t xml:space="preserve"> </w:t>
      </w:r>
      <w:r w:rsidRPr="00866B5D">
        <w:rPr>
          <w:sz w:val="30"/>
          <w:szCs w:val="30"/>
        </w:rPr>
        <w:t>в   терапевтическом  отделении нашей больницы.</w:t>
      </w:r>
    </w:p>
    <w:p w:rsidR="0049113F" w:rsidRDefault="0049113F" w:rsidP="00FC6E5A">
      <w:pPr>
        <w:ind w:left="360"/>
        <w:jc w:val="center"/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(фото)</w:t>
      </w:r>
    </w:p>
    <w:p w:rsidR="0049113F" w:rsidRPr="00FC6E5A" w:rsidRDefault="0049113F" w:rsidP="00FC6E5A">
      <w:pPr>
        <w:ind w:left="360"/>
        <w:jc w:val="center"/>
        <w:rPr>
          <w:b/>
          <w:i/>
          <w:sz w:val="20"/>
          <w:szCs w:val="20"/>
        </w:rPr>
      </w:pPr>
    </w:p>
    <w:p w:rsidR="0049113F" w:rsidRDefault="0049113F" w:rsidP="00427735">
      <w:pPr>
        <w:jc w:val="both"/>
        <w:rPr>
          <w:sz w:val="30"/>
          <w:szCs w:val="30"/>
        </w:rPr>
      </w:pPr>
      <w:r w:rsidRPr="00866B5D">
        <w:rPr>
          <w:b/>
          <w:sz w:val="30"/>
          <w:szCs w:val="30"/>
        </w:rPr>
        <w:t>Вед.1</w:t>
      </w:r>
      <w:r w:rsidRPr="00866B5D">
        <w:rPr>
          <w:sz w:val="30"/>
          <w:szCs w:val="30"/>
        </w:rPr>
        <w:t>:  Дорогие друзья! Мы еще раз поздравляем вас с праздником, желаем вам уверенности в завтрашнем дне, исполнения всех ваших планов и надежд, побольше радости и успехов в труде, и хорошего вам праздничного настроения.</w:t>
      </w:r>
    </w:p>
    <w:p w:rsidR="0049113F" w:rsidRPr="00FC6E5A" w:rsidRDefault="0049113F" w:rsidP="00427735">
      <w:pPr>
        <w:jc w:val="both"/>
        <w:rPr>
          <w:sz w:val="20"/>
          <w:szCs w:val="20"/>
        </w:rPr>
      </w:pPr>
    </w:p>
    <w:p w:rsidR="0049113F" w:rsidRPr="00866B5D" w:rsidRDefault="0049113F" w:rsidP="00A26DDC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>Вед.2</w:t>
      </w:r>
      <w:r w:rsidRPr="00866B5D">
        <w:rPr>
          <w:sz w:val="30"/>
          <w:szCs w:val="30"/>
        </w:rPr>
        <w:t>:         Много вам творческих радостных лет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И вне работы- покоя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Пусть благодарность людская от бед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>Вас охраняет стеною.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</w:p>
    <w:p w:rsidR="0049113F" w:rsidRDefault="0049113F" w:rsidP="00F27548">
      <w:pPr>
        <w:rPr>
          <w:sz w:val="30"/>
          <w:szCs w:val="30"/>
        </w:rPr>
      </w:pPr>
      <w:r w:rsidRPr="00866B5D">
        <w:rPr>
          <w:sz w:val="30"/>
          <w:szCs w:val="30"/>
        </w:rPr>
        <w:t xml:space="preserve"> Для вас поет Х/Н_________________________________________</w:t>
      </w:r>
    </w:p>
    <w:p w:rsidR="0049113F" w:rsidRPr="00FC6E5A" w:rsidRDefault="0049113F" w:rsidP="00F27548">
      <w:pPr>
        <w:rPr>
          <w:sz w:val="20"/>
          <w:szCs w:val="20"/>
        </w:rPr>
      </w:pPr>
    </w:p>
    <w:p w:rsidR="0049113F" w:rsidRPr="00866B5D" w:rsidRDefault="0049113F" w:rsidP="00A26DDC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Вед.2 :          </w:t>
      </w:r>
      <w:r w:rsidRPr="00866B5D">
        <w:rPr>
          <w:sz w:val="30"/>
          <w:szCs w:val="30"/>
        </w:rPr>
        <w:t>День медработника – праздник важнейший,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 xml:space="preserve"> Счастья вам всем, медицины сердца!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 xml:space="preserve"> Труд почетный, но труд тяжелейший - 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 xml:space="preserve"> В битве с болезнью идти до конца.</w:t>
      </w:r>
    </w:p>
    <w:p w:rsidR="0049113F" w:rsidRPr="00FC6E5A" w:rsidRDefault="0049113F" w:rsidP="00F27548">
      <w:pPr>
        <w:rPr>
          <w:sz w:val="22"/>
          <w:szCs w:val="22"/>
        </w:rPr>
      </w:pPr>
    </w:p>
    <w:p w:rsidR="0049113F" w:rsidRPr="00866B5D" w:rsidRDefault="0049113F" w:rsidP="00A26DDC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 xml:space="preserve">Вед.1 :          </w:t>
      </w:r>
      <w:r w:rsidRPr="00866B5D">
        <w:rPr>
          <w:sz w:val="30"/>
          <w:szCs w:val="30"/>
        </w:rPr>
        <w:t>Пусть ожидают в дальнейшем победы,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 xml:space="preserve"> Пусть будет отдых достойным всегда!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 xml:space="preserve"> Пусть не коснутся вас разные беды,</w:t>
      </w:r>
    </w:p>
    <w:p w:rsidR="0049113F" w:rsidRPr="00866B5D" w:rsidRDefault="0049113F" w:rsidP="00A26DDC">
      <w:pPr>
        <w:ind w:left="1418"/>
        <w:rPr>
          <w:sz w:val="30"/>
          <w:szCs w:val="30"/>
        </w:rPr>
      </w:pPr>
      <w:r w:rsidRPr="00866B5D">
        <w:rPr>
          <w:sz w:val="30"/>
          <w:szCs w:val="30"/>
        </w:rPr>
        <w:t xml:space="preserve"> В счастье пускай повезут поезда!</w:t>
      </w:r>
    </w:p>
    <w:p w:rsidR="0049113F" w:rsidRPr="00FC6E5A" w:rsidRDefault="0049113F" w:rsidP="00A26DDC">
      <w:pPr>
        <w:ind w:left="1418"/>
        <w:rPr>
          <w:sz w:val="20"/>
          <w:szCs w:val="20"/>
        </w:rPr>
      </w:pPr>
    </w:p>
    <w:p w:rsidR="0049113F" w:rsidRPr="00866B5D" w:rsidRDefault="0049113F" w:rsidP="00F27548">
      <w:pPr>
        <w:rPr>
          <w:sz w:val="30"/>
          <w:szCs w:val="30"/>
        </w:rPr>
      </w:pPr>
      <w:r w:rsidRPr="00866B5D">
        <w:rPr>
          <w:b/>
          <w:sz w:val="30"/>
          <w:szCs w:val="30"/>
        </w:rPr>
        <w:t>Вед.2:</w:t>
      </w:r>
      <w:r w:rsidRPr="00866B5D">
        <w:rPr>
          <w:sz w:val="30"/>
          <w:szCs w:val="30"/>
        </w:rPr>
        <w:t xml:space="preserve">  Дорогие наши медицинские работники!</w:t>
      </w:r>
    </w:p>
    <w:p w:rsidR="0049113F" w:rsidRPr="00866B5D" w:rsidRDefault="0049113F" w:rsidP="00F27548">
      <w:pPr>
        <w:rPr>
          <w:sz w:val="30"/>
          <w:szCs w:val="30"/>
        </w:rPr>
      </w:pPr>
      <w:r w:rsidRPr="00866B5D">
        <w:rPr>
          <w:sz w:val="30"/>
          <w:szCs w:val="30"/>
        </w:rPr>
        <w:t>Мы еще раз поздравляем вас с праздником.</w:t>
      </w:r>
    </w:p>
    <w:p w:rsidR="0049113F" w:rsidRDefault="0049113F" w:rsidP="00366BFF">
      <w:pPr>
        <w:rPr>
          <w:sz w:val="30"/>
          <w:szCs w:val="30"/>
        </w:rPr>
      </w:pPr>
      <w:r w:rsidRPr="00866B5D">
        <w:rPr>
          <w:sz w:val="30"/>
          <w:szCs w:val="30"/>
        </w:rPr>
        <w:t>Земной поклон вам и огромная благодарность от всех жителей нашего района. Успехов вам и процветания. Радости и хорошего вам настроения. Торжественное мероприятие, посвященное Дню медицинского работника, объявляется закрытым.</w:t>
      </w:r>
    </w:p>
    <w:p w:rsidR="0049113F" w:rsidRPr="00866B5D" w:rsidRDefault="0049113F" w:rsidP="00366BFF">
      <w:pPr>
        <w:rPr>
          <w:sz w:val="30"/>
          <w:szCs w:val="30"/>
        </w:rPr>
      </w:pPr>
    </w:p>
    <w:p w:rsidR="0049113F" w:rsidRPr="00866B5D" w:rsidRDefault="0049113F" w:rsidP="00366BFF">
      <w:pPr>
        <w:rPr>
          <w:i/>
          <w:sz w:val="30"/>
          <w:szCs w:val="30"/>
        </w:rPr>
      </w:pPr>
      <w:r w:rsidRPr="00866B5D">
        <w:rPr>
          <w:i/>
          <w:sz w:val="30"/>
          <w:szCs w:val="30"/>
        </w:rPr>
        <w:t xml:space="preserve">                                      (Звучит гимн России)</w:t>
      </w:r>
    </w:p>
    <w:p w:rsidR="0049113F" w:rsidRPr="00866B5D" w:rsidRDefault="0049113F" w:rsidP="00366BFF">
      <w:pPr>
        <w:rPr>
          <w:i/>
          <w:sz w:val="30"/>
          <w:szCs w:val="30"/>
        </w:rPr>
      </w:pPr>
    </w:p>
    <w:sectPr w:rsidR="0049113F" w:rsidRPr="00866B5D" w:rsidSect="00866B5D">
      <w:footerReference w:type="even" r:id="rId7"/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13F" w:rsidRDefault="0049113F">
      <w:r>
        <w:separator/>
      </w:r>
    </w:p>
  </w:endnote>
  <w:endnote w:type="continuationSeparator" w:id="1">
    <w:p w:rsidR="0049113F" w:rsidRDefault="00491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13F" w:rsidRDefault="0049113F" w:rsidP="008618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113F" w:rsidRDefault="0049113F" w:rsidP="001B276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13F" w:rsidRDefault="0049113F" w:rsidP="008618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49113F" w:rsidRDefault="0049113F" w:rsidP="001B276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13F" w:rsidRDefault="0049113F">
      <w:r>
        <w:separator/>
      </w:r>
    </w:p>
  </w:footnote>
  <w:footnote w:type="continuationSeparator" w:id="1">
    <w:p w:rsidR="0049113F" w:rsidRDefault="004911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E126C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F7053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0649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4C0EF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E868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9206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2CF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7E9F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57CC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8ECE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0"/>
    <w:lvl w:ilvl="0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9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1">
    <w:nsid w:val="07A162C4"/>
    <w:multiLevelType w:val="hybridMultilevel"/>
    <w:tmpl w:val="8C840D2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1BB17EC9"/>
    <w:multiLevelType w:val="hybridMultilevel"/>
    <w:tmpl w:val="1CF67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E6F66"/>
    <w:multiLevelType w:val="multilevel"/>
    <w:tmpl w:val="7090C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7E4413"/>
    <w:multiLevelType w:val="hybridMultilevel"/>
    <w:tmpl w:val="56C4F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12ACE7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3193868"/>
    <w:multiLevelType w:val="hybridMultilevel"/>
    <w:tmpl w:val="60D6613C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>
    <w:nsid w:val="5329067A"/>
    <w:multiLevelType w:val="hybridMultilevel"/>
    <w:tmpl w:val="6A1E6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D7C2BB5"/>
    <w:multiLevelType w:val="hybridMultilevel"/>
    <w:tmpl w:val="CB9C9B2E"/>
    <w:lvl w:ilvl="0" w:tplc="A79C9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3ED2A12"/>
    <w:multiLevelType w:val="hybridMultilevel"/>
    <w:tmpl w:val="A7F25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6DB7995"/>
    <w:multiLevelType w:val="hybridMultilevel"/>
    <w:tmpl w:val="D20C9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11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507"/>
    <w:rsid w:val="000278FF"/>
    <w:rsid w:val="00033994"/>
    <w:rsid w:val="00034F9F"/>
    <w:rsid w:val="000439B0"/>
    <w:rsid w:val="000779F0"/>
    <w:rsid w:val="000851A4"/>
    <w:rsid w:val="00085F7A"/>
    <w:rsid w:val="0009000E"/>
    <w:rsid w:val="0009617F"/>
    <w:rsid w:val="00097D4D"/>
    <w:rsid w:val="000A43B1"/>
    <w:rsid w:val="000A4998"/>
    <w:rsid w:val="000B1B5C"/>
    <w:rsid w:val="000B5201"/>
    <w:rsid w:val="000B5245"/>
    <w:rsid w:val="000C39C9"/>
    <w:rsid w:val="000E09C4"/>
    <w:rsid w:val="000E38CA"/>
    <w:rsid w:val="000F4A72"/>
    <w:rsid w:val="00112B34"/>
    <w:rsid w:val="00117161"/>
    <w:rsid w:val="00156AC2"/>
    <w:rsid w:val="001641DC"/>
    <w:rsid w:val="00171045"/>
    <w:rsid w:val="00182947"/>
    <w:rsid w:val="001A3FA3"/>
    <w:rsid w:val="001B2765"/>
    <w:rsid w:val="001C2BED"/>
    <w:rsid w:val="001D1C63"/>
    <w:rsid w:val="001E04F3"/>
    <w:rsid w:val="001F07F5"/>
    <w:rsid w:val="001F3706"/>
    <w:rsid w:val="001F7B38"/>
    <w:rsid w:val="00206BC9"/>
    <w:rsid w:val="00215F23"/>
    <w:rsid w:val="00216D47"/>
    <w:rsid w:val="002222E7"/>
    <w:rsid w:val="00224703"/>
    <w:rsid w:val="00240F9F"/>
    <w:rsid w:val="00242FD3"/>
    <w:rsid w:val="00251ED1"/>
    <w:rsid w:val="00253BA8"/>
    <w:rsid w:val="00271102"/>
    <w:rsid w:val="002719F7"/>
    <w:rsid w:val="00282C5D"/>
    <w:rsid w:val="002A0521"/>
    <w:rsid w:val="002A6E1A"/>
    <w:rsid w:val="002B07C3"/>
    <w:rsid w:val="002B1679"/>
    <w:rsid w:val="002B4295"/>
    <w:rsid w:val="002B6DE0"/>
    <w:rsid w:val="002F73AF"/>
    <w:rsid w:val="002F7F22"/>
    <w:rsid w:val="00305C42"/>
    <w:rsid w:val="0030725D"/>
    <w:rsid w:val="0032567D"/>
    <w:rsid w:val="003332C0"/>
    <w:rsid w:val="00333661"/>
    <w:rsid w:val="0034334B"/>
    <w:rsid w:val="0034353D"/>
    <w:rsid w:val="0036390C"/>
    <w:rsid w:val="00366BFF"/>
    <w:rsid w:val="003A6DCF"/>
    <w:rsid w:val="003C2DAC"/>
    <w:rsid w:val="003E0A54"/>
    <w:rsid w:val="003F1C95"/>
    <w:rsid w:val="003F71A2"/>
    <w:rsid w:val="004026AF"/>
    <w:rsid w:val="004201A3"/>
    <w:rsid w:val="004269D3"/>
    <w:rsid w:val="00427735"/>
    <w:rsid w:val="00436F87"/>
    <w:rsid w:val="004407AA"/>
    <w:rsid w:val="0044542A"/>
    <w:rsid w:val="004503A4"/>
    <w:rsid w:val="00453FC4"/>
    <w:rsid w:val="004600E3"/>
    <w:rsid w:val="0049113F"/>
    <w:rsid w:val="004A1CD9"/>
    <w:rsid w:val="004A715A"/>
    <w:rsid w:val="004B1E0C"/>
    <w:rsid w:val="004B4D70"/>
    <w:rsid w:val="004C3F6E"/>
    <w:rsid w:val="004C6337"/>
    <w:rsid w:val="004F3095"/>
    <w:rsid w:val="004F5059"/>
    <w:rsid w:val="00510F18"/>
    <w:rsid w:val="00515850"/>
    <w:rsid w:val="00516507"/>
    <w:rsid w:val="00527537"/>
    <w:rsid w:val="00551651"/>
    <w:rsid w:val="005601B6"/>
    <w:rsid w:val="005668BF"/>
    <w:rsid w:val="00582773"/>
    <w:rsid w:val="00583076"/>
    <w:rsid w:val="00596A79"/>
    <w:rsid w:val="005A25BA"/>
    <w:rsid w:val="005B2462"/>
    <w:rsid w:val="005B4FEE"/>
    <w:rsid w:val="005E76B2"/>
    <w:rsid w:val="005E7B05"/>
    <w:rsid w:val="005F137C"/>
    <w:rsid w:val="005F2BC4"/>
    <w:rsid w:val="005F7F12"/>
    <w:rsid w:val="00637BF1"/>
    <w:rsid w:val="00664B01"/>
    <w:rsid w:val="00665017"/>
    <w:rsid w:val="006865AF"/>
    <w:rsid w:val="006934C0"/>
    <w:rsid w:val="00697575"/>
    <w:rsid w:val="006A5F05"/>
    <w:rsid w:val="006B68BA"/>
    <w:rsid w:val="006D0956"/>
    <w:rsid w:val="006D73DB"/>
    <w:rsid w:val="006E2884"/>
    <w:rsid w:val="0070023E"/>
    <w:rsid w:val="0070597E"/>
    <w:rsid w:val="0070668F"/>
    <w:rsid w:val="00710A6A"/>
    <w:rsid w:val="007110FE"/>
    <w:rsid w:val="00712582"/>
    <w:rsid w:val="00714530"/>
    <w:rsid w:val="007146E4"/>
    <w:rsid w:val="007234AD"/>
    <w:rsid w:val="00734B53"/>
    <w:rsid w:val="00746886"/>
    <w:rsid w:val="007476E1"/>
    <w:rsid w:val="0074778E"/>
    <w:rsid w:val="007529FE"/>
    <w:rsid w:val="00762CE8"/>
    <w:rsid w:val="007A4555"/>
    <w:rsid w:val="007A524E"/>
    <w:rsid w:val="007A6472"/>
    <w:rsid w:val="007B1EC0"/>
    <w:rsid w:val="007C3E85"/>
    <w:rsid w:val="007D4D58"/>
    <w:rsid w:val="007E1D20"/>
    <w:rsid w:val="007F6949"/>
    <w:rsid w:val="0080022D"/>
    <w:rsid w:val="008145EF"/>
    <w:rsid w:val="008205D9"/>
    <w:rsid w:val="00825D11"/>
    <w:rsid w:val="00834B1C"/>
    <w:rsid w:val="008379DE"/>
    <w:rsid w:val="00845167"/>
    <w:rsid w:val="0086183D"/>
    <w:rsid w:val="00865580"/>
    <w:rsid w:val="00865A88"/>
    <w:rsid w:val="00866403"/>
    <w:rsid w:val="00866B5D"/>
    <w:rsid w:val="00871287"/>
    <w:rsid w:val="00873873"/>
    <w:rsid w:val="008B3565"/>
    <w:rsid w:val="008C53F3"/>
    <w:rsid w:val="008D7C33"/>
    <w:rsid w:val="008E74D3"/>
    <w:rsid w:val="008F7AE0"/>
    <w:rsid w:val="00902461"/>
    <w:rsid w:val="00904110"/>
    <w:rsid w:val="00905468"/>
    <w:rsid w:val="00927DDF"/>
    <w:rsid w:val="0093451B"/>
    <w:rsid w:val="0094692D"/>
    <w:rsid w:val="009551AA"/>
    <w:rsid w:val="00963561"/>
    <w:rsid w:val="0097478C"/>
    <w:rsid w:val="00982370"/>
    <w:rsid w:val="009A55F2"/>
    <w:rsid w:val="009A7D0C"/>
    <w:rsid w:val="009C000A"/>
    <w:rsid w:val="009D010A"/>
    <w:rsid w:val="009D3828"/>
    <w:rsid w:val="009F1D22"/>
    <w:rsid w:val="00A03727"/>
    <w:rsid w:val="00A17199"/>
    <w:rsid w:val="00A210D9"/>
    <w:rsid w:val="00A25D40"/>
    <w:rsid w:val="00A26DDC"/>
    <w:rsid w:val="00A30556"/>
    <w:rsid w:val="00A30F14"/>
    <w:rsid w:val="00A51F59"/>
    <w:rsid w:val="00A530F6"/>
    <w:rsid w:val="00A579AE"/>
    <w:rsid w:val="00A61933"/>
    <w:rsid w:val="00A6265E"/>
    <w:rsid w:val="00A6524E"/>
    <w:rsid w:val="00A67F86"/>
    <w:rsid w:val="00A73461"/>
    <w:rsid w:val="00A83CB9"/>
    <w:rsid w:val="00A85BAF"/>
    <w:rsid w:val="00A91DB4"/>
    <w:rsid w:val="00AA1F07"/>
    <w:rsid w:val="00AA4D32"/>
    <w:rsid w:val="00AB2E5E"/>
    <w:rsid w:val="00AB6DC9"/>
    <w:rsid w:val="00AC200B"/>
    <w:rsid w:val="00AC668C"/>
    <w:rsid w:val="00AD1057"/>
    <w:rsid w:val="00B20DEF"/>
    <w:rsid w:val="00B21422"/>
    <w:rsid w:val="00B22DB8"/>
    <w:rsid w:val="00B44588"/>
    <w:rsid w:val="00B53795"/>
    <w:rsid w:val="00B70F5D"/>
    <w:rsid w:val="00B73815"/>
    <w:rsid w:val="00B75BD9"/>
    <w:rsid w:val="00B80003"/>
    <w:rsid w:val="00BA14A6"/>
    <w:rsid w:val="00BA2330"/>
    <w:rsid w:val="00BA687B"/>
    <w:rsid w:val="00BA6A88"/>
    <w:rsid w:val="00BD5B57"/>
    <w:rsid w:val="00BE66E3"/>
    <w:rsid w:val="00BF3BD4"/>
    <w:rsid w:val="00C15E2B"/>
    <w:rsid w:val="00C16ED2"/>
    <w:rsid w:val="00C4153E"/>
    <w:rsid w:val="00C42DD6"/>
    <w:rsid w:val="00C46113"/>
    <w:rsid w:val="00C463B2"/>
    <w:rsid w:val="00C46BAF"/>
    <w:rsid w:val="00C53A27"/>
    <w:rsid w:val="00C77AC2"/>
    <w:rsid w:val="00C85A0B"/>
    <w:rsid w:val="00CA0ECD"/>
    <w:rsid w:val="00CC7228"/>
    <w:rsid w:val="00CE1337"/>
    <w:rsid w:val="00CF0778"/>
    <w:rsid w:val="00D10F64"/>
    <w:rsid w:val="00D240FF"/>
    <w:rsid w:val="00D4639D"/>
    <w:rsid w:val="00D65C54"/>
    <w:rsid w:val="00D827D2"/>
    <w:rsid w:val="00DA1D71"/>
    <w:rsid w:val="00DB51B2"/>
    <w:rsid w:val="00DB5F00"/>
    <w:rsid w:val="00DC69FF"/>
    <w:rsid w:val="00DC6F84"/>
    <w:rsid w:val="00DE6AEA"/>
    <w:rsid w:val="00DF15F8"/>
    <w:rsid w:val="00DF4ECD"/>
    <w:rsid w:val="00E01652"/>
    <w:rsid w:val="00E03B2B"/>
    <w:rsid w:val="00E04B46"/>
    <w:rsid w:val="00E13B4F"/>
    <w:rsid w:val="00E20ACA"/>
    <w:rsid w:val="00E25975"/>
    <w:rsid w:val="00E2723A"/>
    <w:rsid w:val="00E34455"/>
    <w:rsid w:val="00E34969"/>
    <w:rsid w:val="00E369DA"/>
    <w:rsid w:val="00E4466A"/>
    <w:rsid w:val="00E46F6F"/>
    <w:rsid w:val="00E526A8"/>
    <w:rsid w:val="00E85783"/>
    <w:rsid w:val="00E86C7B"/>
    <w:rsid w:val="00EA0E00"/>
    <w:rsid w:val="00ED0068"/>
    <w:rsid w:val="00ED10D9"/>
    <w:rsid w:val="00ED50FD"/>
    <w:rsid w:val="00EE42C3"/>
    <w:rsid w:val="00F007AD"/>
    <w:rsid w:val="00F103EE"/>
    <w:rsid w:val="00F27548"/>
    <w:rsid w:val="00F379F0"/>
    <w:rsid w:val="00F41765"/>
    <w:rsid w:val="00F41875"/>
    <w:rsid w:val="00F541AC"/>
    <w:rsid w:val="00F64D66"/>
    <w:rsid w:val="00F6739C"/>
    <w:rsid w:val="00F74C27"/>
    <w:rsid w:val="00F75E53"/>
    <w:rsid w:val="00F81B1D"/>
    <w:rsid w:val="00FB0C51"/>
    <w:rsid w:val="00FB7684"/>
    <w:rsid w:val="00FC6E5A"/>
    <w:rsid w:val="00FD3BFB"/>
    <w:rsid w:val="00FE024F"/>
    <w:rsid w:val="00FE1487"/>
    <w:rsid w:val="00FE22E1"/>
    <w:rsid w:val="00FE22F2"/>
    <w:rsid w:val="00FE6E22"/>
    <w:rsid w:val="00FF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locked/>
    <w:rsid w:val="00516507"/>
    <w:rPr>
      <w:rFonts w:ascii="Tahoma" w:hAnsi="Tahoma" w:cs="Times New Roman"/>
      <w:sz w:val="27"/>
      <w:szCs w:val="27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516507"/>
    <w:pPr>
      <w:shd w:val="clear" w:color="auto" w:fill="FFFFFF"/>
      <w:spacing w:before="540" w:line="389" w:lineRule="exact"/>
      <w:ind w:firstLine="380"/>
    </w:pPr>
    <w:rPr>
      <w:rFonts w:ascii="Tahoma" w:eastAsia="Calibri" w:hAnsi="Tahoma"/>
      <w:sz w:val="27"/>
      <w:szCs w:val="27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01652"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DefaultParagraphFont"/>
    <w:uiPriority w:val="99"/>
    <w:semiHidden/>
    <w:rsid w:val="0051650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rebuchetMS">
    <w:name w:val="Основной текст + Trebuchet MS"/>
    <w:aliases w:val="22 pt,Полужирный,Интервал -2 pt"/>
    <w:basedOn w:val="BodyTextChar"/>
    <w:uiPriority w:val="99"/>
    <w:rsid w:val="00516507"/>
    <w:rPr>
      <w:rFonts w:ascii="Trebuchet MS" w:hAnsi="Trebuchet MS" w:cs="Trebuchet MS"/>
      <w:b/>
      <w:bCs/>
      <w:spacing w:val="-40"/>
      <w:sz w:val="44"/>
      <w:szCs w:val="44"/>
    </w:rPr>
  </w:style>
  <w:style w:type="paragraph" w:styleId="Footer">
    <w:name w:val="footer"/>
    <w:basedOn w:val="Normal"/>
    <w:link w:val="FooterChar"/>
    <w:uiPriority w:val="99"/>
    <w:rsid w:val="0051650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650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516507"/>
    <w:rPr>
      <w:rFonts w:cs="Times New Roman"/>
    </w:rPr>
  </w:style>
  <w:style w:type="paragraph" w:customStyle="1" w:styleId="a">
    <w:name w:val="Стиль"/>
    <w:uiPriority w:val="99"/>
    <w:rsid w:val="00C85A0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0">
    <w:name w:val="Основной текст_"/>
    <w:basedOn w:val="DefaultParagraphFont"/>
    <w:link w:val="10"/>
    <w:uiPriority w:val="99"/>
    <w:locked/>
    <w:rsid w:val="00C42DD6"/>
    <w:rPr>
      <w:rFonts w:cs="Times New Roman"/>
      <w:sz w:val="29"/>
      <w:szCs w:val="29"/>
      <w:lang w:bidi="ar-SA"/>
    </w:rPr>
  </w:style>
  <w:style w:type="paragraph" w:customStyle="1" w:styleId="10">
    <w:name w:val="Основной текст1"/>
    <w:basedOn w:val="Normal"/>
    <w:link w:val="a0"/>
    <w:uiPriority w:val="99"/>
    <w:rsid w:val="00C42DD6"/>
    <w:pPr>
      <w:widowControl w:val="0"/>
      <w:shd w:val="clear" w:color="auto" w:fill="FFFFFF"/>
      <w:spacing w:after="600" w:line="322" w:lineRule="exact"/>
    </w:pPr>
    <w:rPr>
      <w:rFonts w:eastAsia="Calibri"/>
      <w:noProof/>
      <w:sz w:val="29"/>
      <w:szCs w:val="29"/>
    </w:rPr>
  </w:style>
  <w:style w:type="paragraph" w:styleId="Header">
    <w:name w:val="header"/>
    <w:basedOn w:val="Normal"/>
    <w:link w:val="HeaderChar"/>
    <w:uiPriority w:val="99"/>
    <w:rsid w:val="003435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542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1019</TotalTime>
  <Pages>12</Pages>
  <Words>3120</Words>
  <Characters>17788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114</cp:revision>
  <cp:lastPrinted>2015-06-17T14:05:00Z</cp:lastPrinted>
  <dcterms:created xsi:type="dcterms:W3CDTF">2012-06-07T06:10:00Z</dcterms:created>
  <dcterms:modified xsi:type="dcterms:W3CDTF">2015-06-17T14:13:00Z</dcterms:modified>
</cp:coreProperties>
</file>